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708"/>
        <w:gridCol w:w="247"/>
        <w:gridCol w:w="3839"/>
        <w:gridCol w:w="3832"/>
        <w:gridCol w:w="13"/>
      </w:tblGrid>
      <w:tr w:rsidR="003B7DF9"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BE4B42" w:rsidRDefault="003B7DF9" w:rsidP="00F34375">
            <w:r w:rsidRPr="001906A2">
              <w:rPr>
                <w:rFonts w:ascii="Arial" w:hAnsi="Arial" w:cs="Arial"/>
                <w:color w:val="808080"/>
                <w:sz w:val="18"/>
                <w:szCs w:val="18"/>
              </w:rPr>
              <w:t>Patient:</w:t>
            </w:r>
          </w:p>
        </w:tc>
        <w:tc>
          <w:tcPr>
            <w:tcW w:w="7671" w:type="dxa"/>
            <w:gridSpan w:val="2"/>
            <w:shd w:val="clear" w:color="auto" w:fill="E6E6E6"/>
            <w:tcMar>
              <w:top w:w="28" w:type="dxa"/>
              <w:bottom w:w="28" w:type="dxa"/>
            </w:tcMar>
            <w:vAlign w:val="center"/>
          </w:tcPr>
          <w:p w:rsidR="003B7DF9" w:rsidRPr="001906A2" w:rsidRDefault="007260E6" w:rsidP="00F34375">
            <w:pPr>
              <w:rPr>
                <w:rFonts w:ascii="Arial" w:hAnsi="Arial" w:cs="Arial"/>
                <w:b/>
                <w:sz w:val="18"/>
                <w:szCs w:val="18"/>
              </w:rPr>
            </w:pPr>
            <w:r>
              <w:rPr>
                <w:rFonts w:ascii="Arial" w:hAnsi="Arial" w:cs="Arial"/>
                <w:b/>
                <w:sz w:val="18"/>
                <w:szCs w:val="18"/>
              </w:rPr>
              <w:t xml:space="preserve"> </w:t>
            </w:r>
          </w:p>
        </w:tc>
      </w:tr>
      <w:tr w:rsidR="003B7DF9" w:rsidRPr="001906A2"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1906A2" w:rsidRDefault="003B7DF9" w:rsidP="00F34375">
            <w:pPr>
              <w:rPr>
                <w:sz w:val="18"/>
                <w:szCs w:val="18"/>
              </w:rPr>
            </w:pPr>
            <w:r w:rsidRPr="001906A2">
              <w:rPr>
                <w:rFonts w:ascii="Arial" w:hAnsi="Arial" w:cs="Arial"/>
                <w:color w:val="808080"/>
                <w:sz w:val="18"/>
                <w:szCs w:val="18"/>
              </w:rPr>
              <w:t>Date of Birth:</w:t>
            </w:r>
          </w:p>
        </w:tc>
        <w:tc>
          <w:tcPr>
            <w:tcW w:w="7671" w:type="dxa"/>
            <w:gridSpan w:val="2"/>
            <w:shd w:val="clear" w:color="auto" w:fill="E6E6E6"/>
            <w:tcMar>
              <w:top w:w="28" w:type="dxa"/>
              <w:bottom w:w="28" w:type="dxa"/>
            </w:tcMar>
            <w:vAlign w:val="center"/>
          </w:tcPr>
          <w:p w:rsidR="003B7DF9" w:rsidRPr="001906A2" w:rsidRDefault="007260E6" w:rsidP="00441CD2">
            <w:pPr>
              <w:rPr>
                <w:sz w:val="18"/>
                <w:szCs w:val="18"/>
              </w:rPr>
            </w:pPr>
            <w:r>
              <w:rPr>
                <w:rFonts w:ascii="Arial" w:hAnsi="Arial" w:cs="Arial"/>
                <w:sz w:val="18"/>
                <w:szCs w:val="18"/>
              </w:rPr>
              <w:t xml:space="preserve">                     </w:t>
            </w:r>
            <w:r w:rsidR="003B7DF9" w:rsidRPr="001906A2">
              <w:rPr>
                <w:rFonts w:ascii="Arial" w:hAnsi="Arial" w:cs="Arial"/>
                <w:sz w:val="18"/>
                <w:szCs w:val="18"/>
              </w:rPr>
              <w:t xml:space="preserve">      </w:t>
            </w:r>
            <w:r w:rsidR="003B7DF9" w:rsidRPr="001906A2">
              <w:rPr>
                <w:rFonts w:ascii="Arial" w:hAnsi="Arial" w:cs="Arial"/>
                <w:color w:val="808080"/>
                <w:sz w:val="18"/>
                <w:szCs w:val="18"/>
              </w:rPr>
              <w:t>Age:</w:t>
            </w:r>
            <w:r w:rsidR="003B7DF9" w:rsidRPr="001906A2">
              <w:rPr>
                <w:rFonts w:ascii="Arial" w:hAnsi="Arial" w:cs="Arial"/>
                <w:sz w:val="18"/>
                <w:szCs w:val="18"/>
              </w:rPr>
              <w:t xml:space="preserve"> </w:t>
            </w:r>
            <w:r w:rsidR="00441CD2">
              <w:rPr>
                <w:rFonts w:ascii="Arial" w:hAnsi="Arial" w:cs="Arial"/>
                <w:sz w:val="18"/>
                <w:szCs w:val="18"/>
              </w:rPr>
              <w:t>63</w:t>
            </w:r>
          </w:p>
        </w:tc>
      </w:tr>
      <w:tr w:rsidR="003B7DF9" w:rsidRPr="001906A2" w:rsidTr="0025571B">
        <w:trPr>
          <w:gridAfter w:val="1"/>
          <w:wAfter w:w="13" w:type="dxa"/>
        </w:trPr>
        <w:tc>
          <w:tcPr>
            <w:tcW w:w="1955" w:type="dxa"/>
            <w:gridSpan w:val="2"/>
            <w:shd w:val="clear" w:color="auto" w:fill="E6E6E6"/>
            <w:tcMar>
              <w:top w:w="28" w:type="dxa"/>
              <w:left w:w="57" w:type="dxa"/>
              <w:bottom w:w="28" w:type="dxa"/>
              <w:right w:w="57" w:type="dxa"/>
            </w:tcMar>
            <w:vAlign w:val="center"/>
          </w:tcPr>
          <w:p w:rsidR="003B7DF9" w:rsidRPr="001906A2" w:rsidRDefault="00894682" w:rsidP="00F34375">
            <w:pPr>
              <w:rPr>
                <w:rFonts w:ascii="Arial" w:hAnsi="Arial" w:cs="Arial"/>
                <w:color w:val="808080"/>
                <w:sz w:val="18"/>
                <w:szCs w:val="18"/>
              </w:rPr>
            </w:pPr>
            <w:r>
              <w:rPr>
                <w:rFonts w:ascii="Arial" w:hAnsi="Arial" w:cs="Arial"/>
                <w:color w:val="808080"/>
                <w:sz w:val="18"/>
                <w:szCs w:val="18"/>
              </w:rPr>
              <w:t>District Number:</w:t>
            </w:r>
          </w:p>
        </w:tc>
        <w:tc>
          <w:tcPr>
            <w:tcW w:w="7671" w:type="dxa"/>
            <w:gridSpan w:val="2"/>
            <w:shd w:val="clear" w:color="auto" w:fill="E6E6E6"/>
            <w:tcMar>
              <w:top w:w="28" w:type="dxa"/>
              <w:bottom w:w="28" w:type="dxa"/>
            </w:tcMar>
            <w:vAlign w:val="center"/>
          </w:tcPr>
          <w:p w:rsidR="003B7DF9" w:rsidRPr="001906A2" w:rsidRDefault="007260E6" w:rsidP="00F34375">
            <w:pPr>
              <w:rPr>
                <w:rFonts w:ascii="Arial" w:hAnsi="Arial" w:cs="Arial"/>
                <w:sz w:val="18"/>
                <w:szCs w:val="18"/>
                <w:highlight w:val="yellow"/>
              </w:rPr>
            </w:pPr>
            <w:r>
              <w:rPr>
                <w:rFonts w:ascii="Arial" w:hAnsi="Arial" w:cs="Arial"/>
                <w:sz w:val="18"/>
                <w:szCs w:val="18"/>
              </w:rPr>
              <w:t xml:space="preserve"> </w:t>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Date of Scan:</w:t>
            </w:r>
          </w:p>
        </w:tc>
        <w:tc>
          <w:tcPr>
            <w:tcW w:w="7671" w:type="dxa"/>
            <w:gridSpan w:val="2"/>
            <w:tcMar>
              <w:top w:w="28" w:type="dxa"/>
              <w:bottom w:w="28" w:type="dxa"/>
            </w:tcMar>
            <w:vAlign w:val="center"/>
          </w:tcPr>
          <w:p w:rsidR="00894682" w:rsidRPr="001906A2" w:rsidRDefault="00894682" w:rsidP="00C84398">
            <w:pPr>
              <w:rPr>
                <w:rFonts w:ascii="Arial" w:hAnsi="Arial" w:cs="Arial"/>
                <w:sz w:val="18"/>
                <w:szCs w:val="18"/>
                <w:highlight w:val="yellow"/>
              </w:rPr>
            </w:pPr>
            <w:r w:rsidRPr="001906A2">
              <w:rPr>
                <w:rFonts w:ascii="Arial" w:hAnsi="Arial" w:cs="Arial"/>
                <w:sz w:val="18"/>
                <w:szCs w:val="18"/>
              </w:rPr>
              <w:fldChar w:fldCharType="begin"/>
            </w:r>
            <w:r w:rsidRPr="001906A2">
              <w:rPr>
                <w:rFonts w:ascii="Arial" w:hAnsi="Arial" w:cs="Arial"/>
                <w:sz w:val="18"/>
                <w:szCs w:val="18"/>
              </w:rPr>
              <w:instrText xml:space="preserve"> CREATEDATE \@ "dddd, d MMMM yyyy" \* MERGEFORMAT </w:instrText>
            </w:r>
            <w:r w:rsidRPr="001906A2">
              <w:rPr>
                <w:rFonts w:ascii="Arial" w:hAnsi="Arial" w:cs="Arial"/>
                <w:sz w:val="18"/>
                <w:szCs w:val="18"/>
              </w:rPr>
              <w:fldChar w:fldCharType="separate"/>
            </w:r>
            <w:r w:rsidR="00441CD2">
              <w:rPr>
                <w:rFonts w:ascii="Arial" w:hAnsi="Arial" w:cs="Arial"/>
                <w:noProof/>
                <w:sz w:val="18"/>
                <w:szCs w:val="18"/>
              </w:rPr>
              <w:t>Tuesday, 28 July 2020</w:t>
            </w:r>
            <w:r w:rsidRPr="001906A2">
              <w:rPr>
                <w:rFonts w:ascii="Arial" w:hAnsi="Arial" w:cs="Arial"/>
                <w:sz w:val="18"/>
                <w:szCs w:val="18"/>
              </w:rPr>
              <w:fldChar w:fldCharType="end"/>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Referring Doctor:</w:t>
            </w:r>
          </w:p>
        </w:tc>
        <w:tc>
          <w:tcPr>
            <w:tcW w:w="7671" w:type="dxa"/>
            <w:gridSpan w:val="2"/>
            <w:tcMar>
              <w:top w:w="28" w:type="dxa"/>
              <w:bottom w:w="28" w:type="dxa"/>
            </w:tcMar>
            <w:vAlign w:val="center"/>
          </w:tcPr>
          <w:p w:rsidR="00894682" w:rsidRPr="001906A2" w:rsidRDefault="007260E6" w:rsidP="00C84398">
            <w:pPr>
              <w:rPr>
                <w:rFonts w:ascii="Arial" w:hAnsi="Arial" w:cs="Arial"/>
                <w:sz w:val="18"/>
                <w:szCs w:val="18"/>
              </w:rPr>
            </w:pPr>
            <w:r>
              <w:rPr>
                <w:rFonts w:ascii="Arial" w:hAnsi="Arial" w:cs="Arial"/>
                <w:sz w:val="18"/>
                <w:szCs w:val="18"/>
              </w:rPr>
              <w:t xml:space="preserve"> </w:t>
            </w:r>
            <w:bookmarkStart w:id="0" w:name="_GoBack"/>
            <w:bookmarkEnd w:id="0"/>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18"/>
                <w:szCs w:val="18"/>
              </w:rPr>
            </w:pPr>
            <w:r w:rsidRPr="001906A2">
              <w:rPr>
                <w:rFonts w:ascii="Arial" w:hAnsi="Arial" w:cs="Arial"/>
                <w:color w:val="808080"/>
                <w:sz w:val="18"/>
                <w:szCs w:val="18"/>
              </w:rPr>
              <w:t>Indications:</w:t>
            </w:r>
          </w:p>
        </w:tc>
        <w:tc>
          <w:tcPr>
            <w:tcW w:w="7671" w:type="dxa"/>
            <w:gridSpan w:val="2"/>
            <w:vMerge w:val="restart"/>
            <w:tcMar>
              <w:top w:w="28" w:type="dxa"/>
              <w:bottom w:w="28" w:type="dxa"/>
            </w:tcMar>
          </w:tcPr>
          <w:p w:rsidR="00894682" w:rsidRPr="001906A2" w:rsidRDefault="00441CD2" w:rsidP="00F34375">
            <w:pPr>
              <w:rPr>
                <w:rFonts w:ascii="Arial" w:hAnsi="Arial" w:cs="Arial"/>
                <w:sz w:val="18"/>
                <w:szCs w:val="18"/>
              </w:rPr>
            </w:pPr>
            <w:r>
              <w:rPr>
                <w:rFonts w:ascii="Arial" w:hAnsi="Arial" w:cs="Arial"/>
                <w:sz w:val="18"/>
                <w:szCs w:val="18"/>
              </w:rPr>
              <w:t xml:space="preserve">Bilateral leg </w:t>
            </w:r>
            <w:proofErr w:type="gramStart"/>
            <w:r>
              <w:rPr>
                <w:rFonts w:ascii="Arial" w:hAnsi="Arial" w:cs="Arial"/>
                <w:sz w:val="18"/>
                <w:szCs w:val="18"/>
              </w:rPr>
              <w:t>ulcers ?Venous</w:t>
            </w:r>
            <w:proofErr w:type="gramEnd"/>
            <w:r>
              <w:rPr>
                <w:rFonts w:ascii="Arial" w:hAnsi="Arial" w:cs="Arial"/>
                <w:sz w:val="18"/>
                <w:szCs w:val="18"/>
              </w:rPr>
              <w:t>. Please do arterial spot checks.</w:t>
            </w:r>
          </w:p>
        </w:tc>
      </w:tr>
      <w:tr w:rsidR="00894682" w:rsidRPr="001906A2" w:rsidTr="0025571B">
        <w:trPr>
          <w:gridAfter w:val="1"/>
          <w:wAfter w:w="13" w:type="dxa"/>
        </w:trPr>
        <w:tc>
          <w:tcPr>
            <w:tcW w:w="1955"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20"/>
                <w:szCs w:val="20"/>
              </w:rPr>
            </w:pPr>
          </w:p>
        </w:tc>
        <w:tc>
          <w:tcPr>
            <w:tcW w:w="7671" w:type="dxa"/>
            <w:gridSpan w:val="2"/>
            <w:vMerge/>
            <w:tcMar>
              <w:top w:w="28" w:type="dxa"/>
              <w:bottom w:w="28" w:type="dxa"/>
            </w:tcMar>
            <w:vAlign w:val="center"/>
          </w:tcPr>
          <w:p w:rsidR="00894682" w:rsidRPr="001906A2" w:rsidRDefault="00894682" w:rsidP="00F34375">
            <w:pPr>
              <w:rPr>
                <w:rFonts w:ascii="Arial" w:hAnsi="Arial" w:cs="Arial"/>
                <w:sz w:val="18"/>
                <w:szCs w:val="18"/>
                <w:highlight w:val="yellow"/>
              </w:rPr>
            </w:pPr>
          </w:p>
        </w:tc>
      </w:tr>
      <w:tr w:rsidR="00894682" w:rsidRPr="001906A2" w:rsidTr="0025571B">
        <w:trPr>
          <w:gridAfter w:val="1"/>
          <w:wAfter w:w="13" w:type="dxa"/>
        </w:trPr>
        <w:tc>
          <w:tcPr>
            <w:tcW w:w="9626" w:type="dxa"/>
            <w:gridSpan w:val="4"/>
            <w:shd w:val="clear" w:color="auto" w:fill="E6E6E6"/>
            <w:tcMar>
              <w:top w:w="28" w:type="dxa"/>
              <w:left w:w="57" w:type="dxa"/>
              <w:bottom w:w="28" w:type="dxa"/>
              <w:right w:w="57" w:type="dxa"/>
            </w:tcMar>
          </w:tcPr>
          <w:p w:rsidR="00894682" w:rsidRPr="001906A2" w:rsidRDefault="00894682" w:rsidP="001906A2">
            <w:pPr>
              <w:tabs>
                <w:tab w:val="left" w:pos="2127"/>
              </w:tabs>
              <w:jc w:val="center"/>
              <w:rPr>
                <w:rFonts w:ascii="Arial" w:hAnsi="Arial" w:cs="Arial"/>
                <w:b/>
                <w:bCs/>
                <w:sz w:val="18"/>
                <w:szCs w:val="20"/>
              </w:rPr>
            </w:pPr>
            <w:r w:rsidRPr="001906A2">
              <w:rPr>
                <w:rFonts w:ascii="Arial" w:hAnsi="Arial"/>
                <w:b/>
                <w:bCs/>
                <w:sz w:val="18"/>
                <w:szCs w:val="20"/>
              </w:rPr>
              <w:t>Bilateral Lower Extremity Venous Duplex</w:t>
            </w:r>
          </w:p>
        </w:tc>
      </w:tr>
      <w:tr w:rsidR="00894682" w:rsidRPr="001906A2" w:rsidTr="0025571B">
        <w:trPr>
          <w:gridAfter w:val="1"/>
          <w:wAfter w:w="13" w:type="dxa"/>
          <w:trHeight w:val="7938"/>
        </w:trPr>
        <w:tc>
          <w:tcPr>
            <w:tcW w:w="9626" w:type="dxa"/>
            <w:gridSpan w:val="4"/>
            <w:shd w:val="clear" w:color="auto" w:fill="auto"/>
            <w:tcMar>
              <w:top w:w="28" w:type="dxa"/>
              <w:left w:w="57" w:type="dxa"/>
              <w:bottom w:w="28" w:type="dxa"/>
              <w:right w:w="57" w:type="dxa"/>
            </w:tcMar>
          </w:tcPr>
          <w:p w:rsidR="00894682" w:rsidRPr="001906A2" w:rsidRDefault="00441CD2" w:rsidP="001906A2">
            <w:pPr>
              <w:tabs>
                <w:tab w:val="left" w:pos="2127"/>
              </w:tabs>
              <w:jc w:val="center"/>
              <w:rPr>
                <w:rFonts w:ascii="Arial" w:hAnsi="Arial"/>
                <w:b/>
                <w:bCs/>
                <w:sz w:val="18"/>
                <w:szCs w:val="20"/>
              </w:rPr>
            </w:pPr>
            <w:r>
              <w:rPr>
                <w:noProof/>
                <w:lang w:val="en-GB" w:eastAsia="en-GB"/>
              </w:rPr>
              <mc:AlternateContent>
                <mc:Choice Requires="wps">
                  <w:drawing>
                    <wp:anchor distT="0" distB="0" distL="114300" distR="114300" simplePos="0" relativeHeight="251680256" behindDoc="0" locked="0" layoutInCell="1" allowOverlap="1">
                      <wp:simplePos x="0" y="0"/>
                      <wp:positionH relativeFrom="column">
                        <wp:posOffset>-133324</wp:posOffset>
                      </wp:positionH>
                      <wp:positionV relativeFrom="paragraph">
                        <wp:posOffset>3353486</wp:posOffset>
                      </wp:positionV>
                      <wp:extent cx="6466637" cy="14630"/>
                      <wp:effectExtent l="0" t="0" r="29845" b="23495"/>
                      <wp:wrapNone/>
                      <wp:docPr id="154" name="Straight Connector 154"/>
                      <wp:cNvGraphicFramePr/>
                      <a:graphic xmlns:a="http://schemas.openxmlformats.org/drawingml/2006/main">
                        <a:graphicData uri="http://schemas.microsoft.com/office/word/2010/wordprocessingShape">
                          <wps:wsp>
                            <wps:cNvCnPr/>
                            <wps:spPr>
                              <a:xfrm>
                                <a:off x="0" y="0"/>
                                <a:ext cx="6466637" cy="14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1DD09B" id="Straight Connector 154" o:spid="_x0000_s1026" style="position:absolute;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264.05pt" to="498.7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" strokecolor="black [3213]" strokeweight=".5pt">
                      <v:stroke joinstyle="miter"/>
                    </v:line>
                  </w:pict>
                </mc:Fallback>
              </mc:AlternateContent>
            </w:r>
            <w:r>
              <w:rPr>
                <w:noProof/>
                <w:lang w:val="en-GB" w:eastAsia="en-GB"/>
              </w:rPr>
              <mc:AlternateContent>
                <mc:Choice Requires="wps">
                  <w:drawing>
                    <wp:anchor distT="0" distB="0" distL="114300" distR="114300" simplePos="0" relativeHeight="251684352" behindDoc="0" locked="0" layoutInCell="1" allowOverlap="1" wp14:anchorId="6D5A9F01" wp14:editId="4892CDB1">
                      <wp:simplePos x="0" y="0"/>
                      <wp:positionH relativeFrom="column">
                        <wp:posOffset>-140944</wp:posOffset>
                      </wp:positionH>
                      <wp:positionV relativeFrom="paragraph">
                        <wp:posOffset>4027196</wp:posOffset>
                      </wp:positionV>
                      <wp:extent cx="6466205" cy="14605"/>
                      <wp:effectExtent l="0" t="0" r="29845" b="23495"/>
                      <wp:wrapNone/>
                      <wp:docPr id="160" name="Straight Connector 160"/>
                      <wp:cNvGraphicFramePr/>
                      <a:graphic xmlns:a="http://schemas.openxmlformats.org/drawingml/2006/main">
                        <a:graphicData uri="http://schemas.microsoft.com/office/word/2010/wordprocessingShape">
                          <wps:wsp>
                            <wps:cNvCnPr/>
                            <wps:spPr>
                              <a:xfrm>
                                <a:off x="0" y="0"/>
                                <a:ext cx="6466205" cy="1460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9C4CE84" id="Straight Connector 160" o:spid="_x0000_s1026" style="position:absolute;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pt,317.1pt" to="498.05pt,3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" strokecolor="black [3213]" strokeweight=".5pt">
                      <v:stroke joinstyle="miter"/>
                    </v:line>
                  </w:pict>
                </mc:Fallback>
              </mc:AlternateContent>
            </w:r>
            <w:r>
              <w:rPr>
                <w:noProof/>
                <w:lang w:val="en-GB" w:eastAsia="en-GB"/>
              </w:rPr>
              <mc:AlternateContent>
                <mc:Choice Requires="wps">
                  <w:drawing>
                    <wp:anchor distT="0" distB="0" distL="114300" distR="114300" simplePos="0" relativeHeight="251682304" behindDoc="0" locked="0" layoutInCell="1" allowOverlap="1" wp14:anchorId="6D5A9F01" wp14:editId="4892CDB1">
                      <wp:simplePos x="0" y="0"/>
                      <wp:positionH relativeFrom="column">
                        <wp:posOffset>-102159</wp:posOffset>
                      </wp:positionH>
                      <wp:positionV relativeFrom="paragraph">
                        <wp:posOffset>2672435</wp:posOffset>
                      </wp:positionV>
                      <wp:extent cx="6466637" cy="14630"/>
                      <wp:effectExtent l="0" t="0" r="29845" b="23495"/>
                      <wp:wrapNone/>
                      <wp:docPr id="158" name="Straight Connector 158"/>
                      <wp:cNvGraphicFramePr/>
                      <a:graphic xmlns:a="http://schemas.openxmlformats.org/drawingml/2006/main">
                        <a:graphicData uri="http://schemas.microsoft.com/office/word/2010/wordprocessingShape">
                          <wps:wsp>
                            <wps:cNvCnPr/>
                            <wps:spPr>
                              <a:xfrm>
                                <a:off x="0" y="0"/>
                                <a:ext cx="6466637" cy="14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F21A948" id="Straight Connector 158" o:spid="_x0000_s1026" style="position:absolute;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05pt,210.45pt" to="501.15pt,2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" strokecolor="black [3213]" strokeweight=".5pt">
                      <v:stroke joinstyle="miter"/>
                    </v:line>
                  </w:pict>
                </mc:Fallback>
              </mc:AlternateContent>
            </w:r>
            <w:r>
              <w:rPr>
                <w:noProof/>
                <w:lang w:val="en-GB" w:eastAsia="en-GB"/>
              </w:rPr>
              <mc:AlternateContent>
                <mc:Choice Requires="wps">
                  <w:drawing>
                    <wp:anchor distT="0" distB="0" distL="114300" distR="114300" simplePos="0" relativeHeight="251694592" behindDoc="0" locked="0" layoutInCell="1" allowOverlap="1" wp14:anchorId="5D98E2E3" wp14:editId="4D44FAED">
                      <wp:simplePos x="0" y="0"/>
                      <wp:positionH relativeFrom="column">
                        <wp:posOffset>4481932</wp:posOffset>
                      </wp:positionH>
                      <wp:positionV relativeFrom="paragraph">
                        <wp:posOffset>1122858</wp:posOffset>
                      </wp:positionV>
                      <wp:extent cx="305869" cy="152633"/>
                      <wp:effectExtent l="0" t="0" r="0" b="0"/>
                      <wp:wrapNone/>
                      <wp:docPr id="212"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441CD2" w:rsidRPr="00B16047" w:rsidRDefault="00441CD2" w:rsidP="00441CD2">
                                  <w:pPr>
                                    <w:jc w:val="center"/>
                                    <w:rPr>
                                      <w:rFonts w:ascii="Arial" w:hAnsi="Arial" w:cs="Arial"/>
                                      <w:sz w:val="16"/>
                                      <w:szCs w:val="16"/>
                                    </w:rPr>
                                  </w:pPr>
                                  <w:r>
                                    <w:rPr>
                                      <w:rFonts w:ascii="Arial" w:hAnsi="Arial" w:cs="Arial"/>
                                      <w:sz w:val="16"/>
                                      <w:szCs w:val="16"/>
                                    </w:rPr>
                                    <w:t>III</w:t>
                                  </w:r>
                                </w:p>
                              </w:txbxContent>
                            </wps:txbx>
                            <wps:bodyPr rot="0" vert="horz" wrap="square" lIns="18000" tIns="18000" rIns="18000" bIns="18000" anchor="t" anchorCtr="0" upright="1">
                              <a:noAutofit/>
                            </wps:bodyPr>
                          </wps:wsp>
                        </a:graphicData>
                      </a:graphic>
                    </wp:anchor>
                  </w:drawing>
                </mc:Choice>
                <mc:Fallback>
                  <w:pict>
                    <v:shapetype w14:anchorId="5D98E2E3" id="_x0000_t202" coordsize="21600,21600" o:spt="202" path="m,l,21600r21600,l21600,xe">
                      <v:stroke joinstyle="miter"/>
                      <v:path gradientshapeok="t" o:connecttype="rect"/>
                    </v:shapetype>
                    <v:shape id="Text Box 350" o:spid="_x0000_s1026" type="#_x0000_t202" style="position:absolute;left:0;text-align:left;margin-left:352.9pt;margin-top:88.4pt;width:24.1pt;height:12pt;z-index:251694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" fillcolor="#36f" stroked="f" strokecolor="#36f" strokeweight=".25pt">
                      <v:fill opacity="13107f"/>
                      <v:stroke dashstyle="1 1"/>
                      <v:textbox inset=".5mm,.5mm,.5mm,.5mm">
                        <w:txbxContent>
                          <w:p w:rsidR="00441CD2" w:rsidRPr="00B16047" w:rsidRDefault="00441CD2" w:rsidP="00441CD2">
                            <w:pPr>
                              <w:jc w:val="center"/>
                              <w:rPr>
                                <w:rFonts w:ascii="Arial" w:hAnsi="Arial" w:cs="Arial"/>
                                <w:sz w:val="16"/>
                                <w:szCs w:val="16"/>
                              </w:rPr>
                            </w:pPr>
                            <w:r>
                              <w:rPr>
                                <w:rFonts w:ascii="Arial" w:hAnsi="Arial" w:cs="Arial"/>
                                <w:sz w:val="16"/>
                                <w:szCs w:val="16"/>
                              </w:rPr>
                              <w:t>III</w:t>
                            </w:r>
                          </w:p>
                        </w:txbxContent>
                      </v:textbox>
                    </v:shape>
                  </w:pict>
                </mc:Fallback>
              </mc:AlternateContent>
            </w:r>
            <w:r>
              <w:rPr>
                <w:noProof/>
                <w:lang w:val="en-GB" w:eastAsia="en-GB"/>
              </w:rPr>
              <mc:AlternateContent>
                <mc:Choice Requires="wps">
                  <w:drawing>
                    <wp:anchor distT="0" distB="0" distL="114300" distR="114300" simplePos="0" relativeHeight="251692544" behindDoc="0" locked="0" layoutInCell="1" allowOverlap="1">
                      <wp:simplePos x="0" y="0"/>
                      <wp:positionH relativeFrom="column">
                        <wp:posOffset>1782089</wp:posOffset>
                      </wp:positionH>
                      <wp:positionV relativeFrom="paragraph">
                        <wp:posOffset>2249399</wp:posOffset>
                      </wp:positionV>
                      <wp:extent cx="226772" cy="438912"/>
                      <wp:effectExtent l="0" t="0" r="20955" b="18415"/>
                      <wp:wrapNone/>
                      <wp:docPr id="211" name="Freeform 211"/>
                      <wp:cNvGraphicFramePr/>
                      <a:graphic xmlns:a="http://schemas.openxmlformats.org/drawingml/2006/main">
                        <a:graphicData uri="http://schemas.microsoft.com/office/word/2010/wordprocessingShape">
                          <wps:wsp>
                            <wps:cNvSpPr/>
                            <wps:spPr>
                              <a:xfrm>
                                <a:off x="0" y="0"/>
                                <a:ext cx="226772" cy="438912"/>
                              </a:xfrm>
                              <a:custGeom>
                                <a:avLst/>
                                <a:gdLst>
                                  <a:gd name="connsiteX0" fmla="*/ 0 w 226772"/>
                                  <a:gd name="connsiteY0" fmla="*/ 0 h 438912"/>
                                  <a:gd name="connsiteX1" fmla="*/ 168250 w 226772"/>
                                  <a:gd name="connsiteY1" fmla="*/ 292608 h 438912"/>
                                  <a:gd name="connsiteX2" fmla="*/ 226772 w 226772"/>
                                  <a:gd name="connsiteY2" fmla="*/ 438912 h 438912"/>
                                </a:gdLst>
                                <a:ahLst/>
                                <a:cxnLst>
                                  <a:cxn ang="0">
                                    <a:pos x="connsiteX0" y="connsiteY0"/>
                                  </a:cxn>
                                  <a:cxn ang="0">
                                    <a:pos x="connsiteX1" y="connsiteY1"/>
                                  </a:cxn>
                                  <a:cxn ang="0">
                                    <a:pos x="connsiteX2" y="connsiteY2"/>
                                  </a:cxn>
                                </a:cxnLst>
                                <a:rect l="l" t="t" r="r" b="b"/>
                                <a:pathLst>
                                  <a:path w="226772" h="438912">
                                    <a:moveTo>
                                      <a:pt x="0" y="0"/>
                                    </a:moveTo>
                                    <a:cubicBezTo>
                                      <a:pt x="65227" y="109728"/>
                                      <a:pt x="130455" y="219456"/>
                                      <a:pt x="168250" y="292608"/>
                                    </a:cubicBezTo>
                                    <a:cubicBezTo>
                                      <a:pt x="206045" y="365760"/>
                                      <a:pt x="216408" y="402336"/>
                                      <a:pt x="226772" y="438912"/>
                                    </a:cubicBezTo>
                                  </a:path>
                                </a:pathLst>
                              </a:custGeom>
                              <a:no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0C1B590" id="Freeform 211" o:spid="_x0000_s1026" style="position:absolute;margin-left:140.3pt;margin-top:177.1pt;width:17.85pt;height:34.55pt;z-index:251692544;visibility:visible;mso-wrap-style:square;mso-wrap-distance-left:9pt;mso-wrap-distance-top:0;mso-wrap-distance-right:9pt;mso-wrap-distance-bottom:0;mso-position-horizontal:absolute;mso-position-horizontal-relative:text;mso-position-vertical:absolute;mso-position-vertical-relative:text;v-text-anchor:middle" coordsize="226772,438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" path="m,c65227,109728,130455,219456,168250,292608v37795,73152,48158,109728,58522,146304e" filled="f" strokecolor="#0070c0" strokeweight="1pt">
                      <v:stroke joinstyle="miter"/>
                      <v:path arrowok="t" o:connecttype="custom" o:connectlocs="0,0;168250,292608;226772,438912" o:connectangles="0,0,0"/>
                    </v:shape>
                  </w:pict>
                </mc:Fallback>
              </mc:AlternateContent>
            </w:r>
            <w:r>
              <w:rPr>
                <w:noProof/>
                <w:lang w:val="en-GB" w:eastAsia="en-GB"/>
              </w:rPr>
              <mc:AlternateContent>
                <mc:Choice Requires="wps">
                  <w:drawing>
                    <wp:anchor distT="0" distB="0" distL="114300" distR="114300" simplePos="0" relativeHeight="251691520" behindDoc="0" locked="0" layoutInCell="1" allowOverlap="1">
                      <wp:simplePos x="0" y="0"/>
                      <wp:positionH relativeFrom="column">
                        <wp:posOffset>4210736</wp:posOffset>
                      </wp:positionH>
                      <wp:positionV relativeFrom="paragraph">
                        <wp:posOffset>2234768</wp:posOffset>
                      </wp:positionV>
                      <wp:extent cx="234086" cy="460858"/>
                      <wp:effectExtent l="0" t="0" r="13970" b="15875"/>
                      <wp:wrapNone/>
                      <wp:docPr id="210" name="Freeform 210"/>
                      <wp:cNvGraphicFramePr/>
                      <a:graphic xmlns:a="http://schemas.openxmlformats.org/drawingml/2006/main">
                        <a:graphicData uri="http://schemas.microsoft.com/office/word/2010/wordprocessingShape">
                          <wps:wsp>
                            <wps:cNvSpPr/>
                            <wps:spPr>
                              <a:xfrm>
                                <a:off x="0" y="0"/>
                                <a:ext cx="234086" cy="460858"/>
                              </a:xfrm>
                              <a:custGeom>
                                <a:avLst/>
                                <a:gdLst>
                                  <a:gd name="connsiteX0" fmla="*/ 234086 w 234086"/>
                                  <a:gd name="connsiteY0" fmla="*/ 0 h 460858"/>
                                  <a:gd name="connsiteX1" fmla="*/ 65837 w 234086"/>
                                  <a:gd name="connsiteY1" fmla="*/ 299923 h 460858"/>
                                  <a:gd name="connsiteX2" fmla="*/ 0 w 234086"/>
                                  <a:gd name="connsiteY2" fmla="*/ 460858 h 460858"/>
                                </a:gdLst>
                                <a:ahLst/>
                                <a:cxnLst>
                                  <a:cxn ang="0">
                                    <a:pos x="connsiteX0" y="connsiteY0"/>
                                  </a:cxn>
                                  <a:cxn ang="0">
                                    <a:pos x="connsiteX1" y="connsiteY1"/>
                                  </a:cxn>
                                  <a:cxn ang="0">
                                    <a:pos x="connsiteX2" y="connsiteY2"/>
                                  </a:cxn>
                                </a:cxnLst>
                                <a:rect l="l" t="t" r="r" b="b"/>
                                <a:pathLst>
                                  <a:path w="234086" h="460858">
                                    <a:moveTo>
                                      <a:pt x="234086" y="0"/>
                                    </a:moveTo>
                                    <a:cubicBezTo>
                                      <a:pt x="169468" y="111556"/>
                                      <a:pt x="104851" y="223113"/>
                                      <a:pt x="65837" y="299923"/>
                                    </a:cubicBezTo>
                                    <a:cubicBezTo>
                                      <a:pt x="26823" y="376733"/>
                                      <a:pt x="13411" y="418795"/>
                                      <a:pt x="0" y="460858"/>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8EA54E" id="Freeform 210" o:spid="_x0000_s1026" style="position:absolute;margin-left:331.55pt;margin-top:175.95pt;width:18.45pt;height:36.3pt;z-index:251691520;visibility:visible;mso-wrap-style:square;mso-wrap-distance-left:9pt;mso-wrap-distance-top:0;mso-wrap-distance-right:9pt;mso-wrap-distance-bottom:0;mso-position-horizontal:absolute;mso-position-horizontal-relative:text;mso-position-vertical:absolute;mso-position-vertical-relative:text;v-text-anchor:middle" coordsize="234086,460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" path="m234086,c169468,111556,104851,223113,65837,299923,26823,376733,13411,418795,,460858e" filled="f" strokecolor="red" strokeweight="1pt">
                      <v:stroke joinstyle="miter"/>
                      <v:path arrowok="t" o:connecttype="custom" o:connectlocs="234086,0;65837,299923;0,460858" o:connectangles="0,0,0"/>
                    </v:shape>
                  </w:pict>
                </mc:Fallback>
              </mc:AlternateContent>
            </w:r>
            <w:r>
              <w:rPr>
                <w:noProof/>
                <w:lang w:val="en-GB" w:eastAsia="en-GB"/>
              </w:rPr>
              <mc:AlternateContent>
                <mc:Choice Requires="wpg">
                  <w:drawing>
                    <wp:anchor distT="0" distB="0" distL="114300" distR="114300" simplePos="0" relativeHeight="251670016" behindDoc="0" locked="0" layoutInCell="1" allowOverlap="1">
                      <wp:simplePos x="0" y="0"/>
                      <wp:positionH relativeFrom="column">
                        <wp:posOffset>2045056</wp:posOffset>
                      </wp:positionH>
                      <wp:positionV relativeFrom="paragraph">
                        <wp:posOffset>1946123</wp:posOffset>
                      </wp:positionV>
                      <wp:extent cx="2163040" cy="162839"/>
                      <wp:effectExtent l="0" t="0" r="8890" b="8890"/>
                      <wp:wrapNone/>
                      <wp:docPr id="19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63040" cy="162839"/>
                                <a:chOff x="-109728" y="99193"/>
                                <a:chExt cx="2163044" cy="163012"/>
                              </a:xfrm>
                            </wpg:grpSpPr>
                            <wps:wsp>
                              <wps:cNvPr id="196" name="Text Box 352"/>
                              <wps:cNvSpPr txBox="1">
                                <a:spLocks noChangeArrowheads="1"/>
                              </wps:cNvSpPr>
                              <wps:spPr bwMode="auto">
                                <a:xfrm>
                                  <a:off x="-109728" y="99193"/>
                                  <a:ext cx="305936" cy="15236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441CD2" w:rsidP="00951099">
                                    <w:pPr>
                                      <w:jc w:val="center"/>
                                      <w:rPr>
                                        <w:rFonts w:ascii="Arial" w:hAnsi="Arial" w:cs="Arial"/>
                                        <w:sz w:val="16"/>
                                        <w:szCs w:val="16"/>
                                      </w:rPr>
                                    </w:pPr>
                                    <w:r>
                                      <w:rPr>
                                        <w:rFonts w:ascii="Arial" w:hAnsi="Arial" w:cs="Arial"/>
                                        <w:sz w:val="16"/>
                                        <w:szCs w:val="16"/>
                                      </w:rPr>
                                      <w:t>III</w:t>
                                    </w:r>
                                  </w:p>
                                </w:txbxContent>
                              </wps:txbx>
                              <wps:bodyPr rot="0" vert="horz" wrap="square" lIns="18000" tIns="18000" rIns="18000" bIns="18000" anchor="t" anchorCtr="0" upright="1">
                                <a:noAutofit/>
                              </wps:bodyPr>
                            </wps:wsp>
                            <wps:wsp>
                              <wps:cNvPr id="197" name="Text Box 360"/>
                              <wps:cNvSpPr txBox="1">
                                <a:spLocks noChangeArrowheads="1"/>
                              </wps:cNvSpPr>
                              <wps:spPr bwMode="auto">
                                <a:xfrm>
                                  <a:off x="1747380" y="109845"/>
                                  <a:ext cx="305936" cy="15236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441CD2" w:rsidP="00951099">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7" style="position:absolute;left:0;text-align:left;margin-left:161.05pt;margin-top:153.25pt;width:170.3pt;height:12.8pt;z-index:251670016" coordorigin="-1097,991" coordsize="21630,16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">
                      <v:shape id="Text Box 352" o:spid="_x0000_s1028" type="#_x0000_t202" style="position:absolute;left:-1097;top:991;width:3059;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" fillcolor="#36f" stroked="f" strokecolor="#36f" strokeweight=".25pt">
                        <v:fill opacity="13107f"/>
                        <v:stroke dashstyle="1 1"/>
                        <v:textbox inset=".5mm,.5mm,.5mm,.5mm">
                          <w:txbxContent>
                            <w:p w:rsidR="00951099" w:rsidRPr="00B16047" w:rsidRDefault="00441CD2" w:rsidP="00951099">
                              <w:pPr>
                                <w:jc w:val="center"/>
                                <w:rPr>
                                  <w:rFonts w:ascii="Arial" w:hAnsi="Arial" w:cs="Arial"/>
                                  <w:sz w:val="16"/>
                                  <w:szCs w:val="16"/>
                                </w:rPr>
                              </w:pPr>
                              <w:r>
                                <w:rPr>
                                  <w:rFonts w:ascii="Arial" w:hAnsi="Arial" w:cs="Arial"/>
                                  <w:sz w:val="16"/>
                                  <w:szCs w:val="16"/>
                                </w:rPr>
                                <w:t>III</w:t>
                              </w:r>
                            </w:p>
                          </w:txbxContent>
                        </v:textbox>
                      </v:shape>
                      <v:shape id="Text Box 360" o:spid="_x0000_s1029" type="#_x0000_t202" style="position:absolute;left:17473;top:1098;width:3060;height:1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" fillcolor="#36f" stroked="f" strokecolor="#36f" strokeweight=".25pt">
                        <v:fill opacity="13107f"/>
                        <v:stroke dashstyle="1 1"/>
                        <v:textbox inset=".5mm,.5mm,.5mm,.5mm">
                          <w:txbxContent>
                            <w:p w:rsidR="00951099" w:rsidRPr="00B16047" w:rsidRDefault="00441CD2" w:rsidP="00951099">
                              <w:pPr>
                                <w:jc w:val="center"/>
                                <w:rPr>
                                  <w:rFonts w:ascii="Arial" w:hAnsi="Arial" w:cs="Arial"/>
                                  <w:sz w:val="16"/>
                                  <w:szCs w:val="16"/>
                                </w:rPr>
                              </w:pPr>
                              <w:r>
                                <w:rPr>
                                  <w:rFonts w:ascii="Arial" w:hAnsi="Arial" w:cs="Arial"/>
                                  <w:sz w:val="16"/>
                                  <w:szCs w:val="16"/>
                                </w:rPr>
                                <w:t>IV</w:t>
                              </w:r>
                            </w:p>
                          </w:txbxContent>
                        </v:textbox>
                      </v:shape>
                    </v:group>
                  </w:pict>
                </mc:Fallback>
              </mc:AlternateContent>
            </w:r>
            <w:r>
              <w:rPr>
                <w:noProof/>
                <w:lang w:val="en-GB" w:eastAsia="en-GB"/>
              </w:rPr>
              <mc:AlternateContent>
                <mc:Choice Requires="wps">
                  <w:drawing>
                    <wp:anchor distT="0" distB="0" distL="114300" distR="114300" simplePos="0" relativeHeight="251676160" behindDoc="0" locked="0" layoutInCell="1" allowOverlap="1" wp14:anchorId="1E0B011C" wp14:editId="27364D84">
                      <wp:simplePos x="0" y="0"/>
                      <wp:positionH relativeFrom="column">
                        <wp:posOffset>5655742</wp:posOffset>
                      </wp:positionH>
                      <wp:positionV relativeFrom="paragraph">
                        <wp:posOffset>1841322</wp:posOffset>
                      </wp:positionV>
                      <wp:extent cx="305869" cy="152633"/>
                      <wp:effectExtent l="0" t="0" r="0" b="0"/>
                      <wp:wrapNone/>
                      <wp:docPr id="4"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C02035" w:rsidRPr="00B16047" w:rsidRDefault="00441CD2" w:rsidP="00441CD2">
                                  <w:pPr>
                                    <w:jc w:val="center"/>
                                    <w:rPr>
                                      <w:rFonts w:ascii="Arial" w:hAnsi="Arial" w:cs="Arial"/>
                                      <w:sz w:val="16"/>
                                      <w:szCs w:val="16"/>
                                    </w:rPr>
                                  </w:pPr>
                                  <w:r>
                                    <w:rPr>
                                      <w:rFonts w:ascii="Arial" w:hAnsi="Arial" w:cs="Arial"/>
                                      <w:sz w:val="16"/>
                                      <w:szCs w:val="16"/>
                                    </w:rPr>
                                    <w:t>III</w:t>
                                  </w:r>
                                </w:p>
                              </w:txbxContent>
                            </wps:txbx>
                            <wps:bodyPr rot="0" vert="horz" wrap="square" lIns="18000" tIns="18000" rIns="18000" bIns="18000" anchor="t" anchorCtr="0" upright="1">
                              <a:noAutofit/>
                            </wps:bodyPr>
                          </wps:wsp>
                        </a:graphicData>
                      </a:graphic>
                    </wp:anchor>
                  </w:drawing>
                </mc:Choice>
                <mc:Fallback>
                  <w:pict>
                    <v:shape w14:anchorId="1E0B011C" id="_x0000_s1030" type="#_x0000_t202" style="position:absolute;left:0;text-align:left;margin-left:445.35pt;margin-top:145pt;width:24.1pt;height:12pt;z-index:2516761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" fillcolor="#36f" stroked="f" strokecolor="#36f" strokeweight=".25pt">
                      <v:fill opacity="13107f"/>
                      <v:stroke dashstyle="1 1"/>
                      <v:textbox inset=".5mm,.5mm,.5mm,.5mm">
                        <w:txbxContent>
                          <w:p w:rsidR="00C02035" w:rsidRPr="00B16047" w:rsidRDefault="00441CD2" w:rsidP="00441CD2">
                            <w:pPr>
                              <w:jc w:val="center"/>
                              <w:rPr>
                                <w:rFonts w:ascii="Arial" w:hAnsi="Arial" w:cs="Arial"/>
                                <w:sz w:val="16"/>
                                <w:szCs w:val="16"/>
                              </w:rPr>
                            </w:pPr>
                            <w:r>
                              <w:rPr>
                                <w:rFonts w:ascii="Arial" w:hAnsi="Arial" w:cs="Arial"/>
                                <w:sz w:val="16"/>
                                <w:szCs w:val="16"/>
                              </w:rPr>
                              <w:t>III</w:t>
                            </w:r>
                          </w:p>
                        </w:txbxContent>
                      </v:textbox>
                    </v:shape>
                  </w:pict>
                </mc:Fallback>
              </mc:AlternateContent>
            </w:r>
            <w:r>
              <w:rPr>
                <w:noProof/>
                <w:lang w:val="en-GB" w:eastAsia="en-GB"/>
              </w:rPr>
              <mc:AlternateContent>
                <mc:Choice Requires="wps">
                  <w:drawing>
                    <wp:anchor distT="0" distB="0" distL="114300" distR="114300" simplePos="0" relativeHeight="251690496" behindDoc="0" locked="0" layoutInCell="1" allowOverlap="1">
                      <wp:simplePos x="0" y="0"/>
                      <wp:positionH relativeFrom="column">
                        <wp:posOffset>5622569</wp:posOffset>
                      </wp:positionH>
                      <wp:positionV relativeFrom="paragraph">
                        <wp:posOffset>1561770</wp:posOffset>
                      </wp:positionV>
                      <wp:extent cx="7316" cy="907085"/>
                      <wp:effectExtent l="38100" t="0" r="31115" b="7620"/>
                      <wp:wrapNone/>
                      <wp:docPr id="208" name="Freeform 208"/>
                      <wp:cNvGraphicFramePr/>
                      <a:graphic xmlns:a="http://schemas.openxmlformats.org/drawingml/2006/main">
                        <a:graphicData uri="http://schemas.microsoft.com/office/word/2010/wordprocessingShape">
                          <wps:wsp>
                            <wps:cNvSpPr/>
                            <wps:spPr>
                              <a:xfrm>
                                <a:off x="0" y="0"/>
                                <a:ext cx="7316" cy="907085"/>
                              </a:xfrm>
                              <a:custGeom>
                                <a:avLst/>
                                <a:gdLst>
                                  <a:gd name="connsiteX0" fmla="*/ 7316 w 7316"/>
                                  <a:gd name="connsiteY0" fmla="*/ 0 h 907085"/>
                                  <a:gd name="connsiteX1" fmla="*/ 0 w 7316"/>
                                  <a:gd name="connsiteY1" fmla="*/ 907085 h 907085"/>
                                </a:gdLst>
                                <a:ahLst/>
                                <a:cxnLst>
                                  <a:cxn ang="0">
                                    <a:pos x="connsiteX0" y="connsiteY0"/>
                                  </a:cxn>
                                  <a:cxn ang="0">
                                    <a:pos x="connsiteX1" y="connsiteY1"/>
                                  </a:cxn>
                                </a:cxnLst>
                                <a:rect l="l" t="t" r="r" b="b"/>
                                <a:pathLst>
                                  <a:path w="7316" h="907085">
                                    <a:moveTo>
                                      <a:pt x="7316" y="0"/>
                                    </a:moveTo>
                                    <a:cubicBezTo>
                                      <a:pt x="4877" y="302362"/>
                                      <a:pt x="2438" y="604723"/>
                                      <a:pt x="0" y="907085"/>
                                    </a:cubicBez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83395B6" id="Freeform 208" o:spid="_x0000_s1026" style="position:absolute;margin-left:442.7pt;margin-top:122.95pt;width:.6pt;height:71.4pt;z-index:251690496;visibility:visible;mso-wrap-style:square;mso-wrap-distance-left:9pt;mso-wrap-distance-top:0;mso-wrap-distance-right:9pt;mso-wrap-distance-bottom:0;mso-position-horizontal:absolute;mso-position-horizontal-relative:text;mso-position-vertical:absolute;mso-position-vertical-relative:text;v-text-anchor:middle" coordsize="7316,9070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" path="m7316,c4877,302362,2438,604723,,907085e" filled="f" strokecolor="red" strokeweight="6pt">
                      <v:stroke joinstyle="miter"/>
                      <v:path arrowok="t" o:connecttype="custom" o:connectlocs="7316,0;0,907085" o:connectangles="0,0"/>
                    </v:shape>
                  </w:pict>
                </mc:Fallback>
              </mc:AlternateContent>
            </w:r>
            <w:r>
              <w:rPr>
                <w:noProof/>
                <w:lang w:val="en-GB" w:eastAsia="en-GB"/>
              </w:rPr>
              <mc:AlternateContent>
                <mc:Choice Requires="wps">
                  <w:drawing>
                    <wp:anchor distT="0" distB="0" distL="114300" distR="114300" simplePos="0" relativeHeight="251687424" behindDoc="0" locked="0" layoutInCell="1" allowOverlap="1">
                      <wp:simplePos x="0" y="0"/>
                      <wp:positionH relativeFrom="column">
                        <wp:posOffset>1767459</wp:posOffset>
                      </wp:positionH>
                      <wp:positionV relativeFrom="paragraph">
                        <wp:posOffset>391338</wp:posOffset>
                      </wp:positionV>
                      <wp:extent cx="633967" cy="2282190"/>
                      <wp:effectExtent l="19050" t="19050" r="13970" b="22860"/>
                      <wp:wrapNone/>
                      <wp:docPr id="202" name="Freeform 202"/>
                      <wp:cNvGraphicFramePr/>
                      <a:graphic xmlns:a="http://schemas.openxmlformats.org/drawingml/2006/main">
                        <a:graphicData uri="http://schemas.microsoft.com/office/word/2010/wordprocessingShape">
                          <wps:wsp>
                            <wps:cNvSpPr/>
                            <wps:spPr>
                              <a:xfrm>
                                <a:off x="0" y="0"/>
                                <a:ext cx="633967" cy="2282190"/>
                              </a:xfrm>
                              <a:custGeom>
                                <a:avLst/>
                                <a:gdLst>
                                  <a:gd name="connsiteX0" fmla="*/ 291800 w 291800"/>
                                  <a:gd name="connsiteY0" fmla="*/ 0 h 1309421"/>
                                  <a:gd name="connsiteX1" fmla="*/ 43083 w 291800"/>
                                  <a:gd name="connsiteY1" fmla="*/ 592532 h 1309421"/>
                                  <a:gd name="connsiteX2" fmla="*/ 6507 w 291800"/>
                                  <a:gd name="connsiteY2" fmla="*/ 899770 h 1309421"/>
                                  <a:gd name="connsiteX3" fmla="*/ 116235 w 291800"/>
                                  <a:gd name="connsiteY3" fmla="*/ 1309421 h 1309421"/>
                                  <a:gd name="connsiteX0" fmla="*/ 608566 w 608566"/>
                                  <a:gd name="connsiteY0" fmla="*/ 0 h 2282380"/>
                                  <a:gd name="connsiteX1" fmla="*/ 59581 w 608566"/>
                                  <a:gd name="connsiteY1" fmla="*/ 1565491 h 2282380"/>
                                  <a:gd name="connsiteX2" fmla="*/ 23005 w 608566"/>
                                  <a:gd name="connsiteY2" fmla="*/ 1872729 h 2282380"/>
                                  <a:gd name="connsiteX3" fmla="*/ 132733 w 608566"/>
                                  <a:gd name="connsiteY3" fmla="*/ 2282380 h 2282380"/>
                                  <a:gd name="connsiteX0" fmla="*/ 600676 w 600676"/>
                                  <a:gd name="connsiteY0" fmla="*/ 0 h 2282380"/>
                                  <a:gd name="connsiteX1" fmla="*/ 475100 w 600676"/>
                                  <a:gd name="connsiteY1" fmla="*/ 658423 h 2282380"/>
                                  <a:gd name="connsiteX2" fmla="*/ 51691 w 600676"/>
                                  <a:gd name="connsiteY2" fmla="*/ 1565491 h 2282380"/>
                                  <a:gd name="connsiteX3" fmla="*/ 15115 w 600676"/>
                                  <a:gd name="connsiteY3" fmla="*/ 1872729 h 2282380"/>
                                  <a:gd name="connsiteX4" fmla="*/ 124843 w 600676"/>
                                  <a:gd name="connsiteY4" fmla="*/ 2282380 h 2282380"/>
                                  <a:gd name="connsiteX0" fmla="*/ 600676 w 634213"/>
                                  <a:gd name="connsiteY0" fmla="*/ 0 h 2282380"/>
                                  <a:gd name="connsiteX1" fmla="*/ 629737 w 634213"/>
                                  <a:gd name="connsiteY1" fmla="*/ 263369 h 2282380"/>
                                  <a:gd name="connsiteX2" fmla="*/ 475100 w 634213"/>
                                  <a:gd name="connsiteY2" fmla="*/ 658423 h 2282380"/>
                                  <a:gd name="connsiteX3" fmla="*/ 51691 w 634213"/>
                                  <a:gd name="connsiteY3" fmla="*/ 1565491 h 2282380"/>
                                  <a:gd name="connsiteX4" fmla="*/ 15115 w 634213"/>
                                  <a:gd name="connsiteY4" fmla="*/ 1872729 h 2282380"/>
                                  <a:gd name="connsiteX5" fmla="*/ 124843 w 634213"/>
                                  <a:gd name="connsiteY5" fmla="*/ 2282380 h 228238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34213" h="2282380">
                                    <a:moveTo>
                                      <a:pt x="600676" y="0"/>
                                    </a:moveTo>
                                    <a:cubicBezTo>
                                      <a:pt x="590875" y="45114"/>
                                      <a:pt x="650666" y="153632"/>
                                      <a:pt x="629737" y="263369"/>
                                    </a:cubicBezTo>
                                    <a:cubicBezTo>
                                      <a:pt x="608808" y="373106"/>
                                      <a:pt x="556796" y="442622"/>
                                      <a:pt x="475100" y="658423"/>
                                    </a:cubicBezTo>
                                    <a:cubicBezTo>
                                      <a:pt x="393404" y="874224"/>
                                      <a:pt x="128355" y="1363107"/>
                                      <a:pt x="51691" y="1565491"/>
                                    </a:cubicBezTo>
                                    <a:cubicBezTo>
                                      <a:pt x="-24973" y="1767875"/>
                                      <a:pt x="2923" y="1753248"/>
                                      <a:pt x="15115" y="1872729"/>
                                    </a:cubicBezTo>
                                    <a:cubicBezTo>
                                      <a:pt x="27307" y="1992210"/>
                                      <a:pt x="76075" y="2137295"/>
                                      <a:pt x="124843" y="228238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C9996" id="Freeform 202" o:spid="_x0000_s1026" style="position:absolute;margin-left:139.15pt;margin-top:30.8pt;width:49.9pt;height:179.7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34213,22823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" path="m600676,v-9801,45114,49990,153632,29061,263369c608808,373106,556796,442622,475100,658423,393404,874224,128355,1363107,51691,1565491,-24973,1767875,2923,1753248,15115,1872729v12192,119481,60960,264566,109728,409651e" filled="f" strokecolor="red" strokeweight="2.25pt">
                      <v:stroke joinstyle="miter"/>
                      <v:path arrowok="t" o:connecttype="custom" o:connectlocs="600443,0;629493,263347;474916,658368;51671,1565361;15109,1872573;124795,2282190" o:connectangles="0,0,0,0,0,0"/>
                    </v:shape>
                  </w:pict>
                </mc:Fallback>
              </mc:AlternateContent>
            </w:r>
            <w:r>
              <w:rPr>
                <w:noProof/>
                <w:lang w:val="en-GB" w:eastAsia="en-GB"/>
              </w:rPr>
              <mc:AlternateContent>
                <mc:Choice Requires="wps">
                  <w:drawing>
                    <wp:anchor distT="0" distB="0" distL="114300" distR="114300" simplePos="0" relativeHeight="251688448" behindDoc="0" locked="0" layoutInCell="1" allowOverlap="1">
                      <wp:simplePos x="0" y="0"/>
                      <wp:positionH relativeFrom="column">
                        <wp:posOffset>3654781</wp:posOffset>
                      </wp:positionH>
                      <wp:positionV relativeFrom="paragraph">
                        <wp:posOffset>120675</wp:posOffset>
                      </wp:positionV>
                      <wp:extent cx="951865" cy="2282190"/>
                      <wp:effectExtent l="38100" t="38100" r="38735" b="22860"/>
                      <wp:wrapNone/>
                      <wp:docPr id="205" name="Freeform 205"/>
                      <wp:cNvGraphicFramePr/>
                      <a:graphic xmlns:a="http://schemas.openxmlformats.org/drawingml/2006/main">
                        <a:graphicData uri="http://schemas.microsoft.com/office/word/2010/wordprocessingShape">
                          <wps:wsp>
                            <wps:cNvSpPr/>
                            <wps:spPr>
                              <a:xfrm>
                                <a:off x="0" y="0"/>
                                <a:ext cx="951865" cy="2282190"/>
                              </a:xfrm>
                              <a:custGeom>
                                <a:avLst/>
                                <a:gdLst>
                                  <a:gd name="connsiteX0" fmla="*/ 0 w 307238"/>
                                  <a:gd name="connsiteY0" fmla="*/ 0 h 314554"/>
                                  <a:gd name="connsiteX1" fmla="*/ 256032 w 307238"/>
                                  <a:gd name="connsiteY1" fmla="*/ 248717 h 314554"/>
                                  <a:gd name="connsiteX2" fmla="*/ 307238 w 307238"/>
                                  <a:gd name="connsiteY2" fmla="*/ 314554 h 314554"/>
                                  <a:gd name="connsiteX0" fmla="*/ 0 w 256032"/>
                                  <a:gd name="connsiteY0" fmla="*/ 0 h 248717"/>
                                  <a:gd name="connsiteX1" fmla="*/ 256032 w 256032"/>
                                  <a:gd name="connsiteY1" fmla="*/ 248717 h 248717"/>
                                  <a:gd name="connsiteX0" fmla="*/ 0 w 277989"/>
                                  <a:gd name="connsiteY0" fmla="*/ 0 h 307341"/>
                                  <a:gd name="connsiteX1" fmla="*/ 277989 w 277989"/>
                                  <a:gd name="connsiteY1" fmla="*/ 307341 h 307341"/>
                                  <a:gd name="connsiteX0" fmla="*/ 0 w 952186"/>
                                  <a:gd name="connsiteY0" fmla="*/ 0 h 2282451"/>
                                  <a:gd name="connsiteX1" fmla="*/ 952186 w 952186"/>
                                  <a:gd name="connsiteY1" fmla="*/ 2282451 h 2282451"/>
                                  <a:gd name="connsiteX0" fmla="*/ 0 w 952186"/>
                                  <a:gd name="connsiteY0" fmla="*/ 0 h 2282451"/>
                                  <a:gd name="connsiteX1" fmla="*/ 395153 w 952186"/>
                                  <a:gd name="connsiteY1" fmla="*/ 556020 h 2282451"/>
                                  <a:gd name="connsiteX2" fmla="*/ 952186 w 952186"/>
                                  <a:gd name="connsiteY2" fmla="*/ 2282451 h 2282451"/>
                                  <a:gd name="connsiteX0" fmla="*/ 0 w 952186"/>
                                  <a:gd name="connsiteY0" fmla="*/ 0 h 2282451"/>
                                  <a:gd name="connsiteX1" fmla="*/ 395153 w 952186"/>
                                  <a:gd name="connsiteY1" fmla="*/ 556020 h 2282451"/>
                                  <a:gd name="connsiteX2" fmla="*/ 952186 w 952186"/>
                                  <a:gd name="connsiteY2" fmla="*/ 2282451 h 2282451"/>
                                  <a:gd name="connsiteX0" fmla="*/ 0 w 952186"/>
                                  <a:gd name="connsiteY0" fmla="*/ 0 h 2282451"/>
                                  <a:gd name="connsiteX1" fmla="*/ 212212 w 952186"/>
                                  <a:gd name="connsiteY1" fmla="*/ 263378 h 2282451"/>
                                  <a:gd name="connsiteX2" fmla="*/ 395153 w 952186"/>
                                  <a:gd name="connsiteY2" fmla="*/ 556020 h 2282451"/>
                                  <a:gd name="connsiteX3" fmla="*/ 952186 w 952186"/>
                                  <a:gd name="connsiteY3" fmla="*/ 2282451 h 2282451"/>
                                  <a:gd name="connsiteX0" fmla="*/ 0 w 952186"/>
                                  <a:gd name="connsiteY0" fmla="*/ 0 h 2282451"/>
                                  <a:gd name="connsiteX1" fmla="*/ 212212 w 952186"/>
                                  <a:gd name="connsiteY1" fmla="*/ 263378 h 2282451"/>
                                  <a:gd name="connsiteX2" fmla="*/ 395153 w 952186"/>
                                  <a:gd name="connsiteY2" fmla="*/ 556020 h 2282451"/>
                                  <a:gd name="connsiteX3" fmla="*/ 636637 w 952186"/>
                                  <a:gd name="connsiteY3" fmla="*/ 1031562 h 2282451"/>
                                  <a:gd name="connsiteX4" fmla="*/ 952186 w 952186"/>
                                  <a:gd name="connsiteY4" fmla="*/ 2282451 h 2282451"/>
                                  <a:gd name="connsiteX0" fmla="*/ 0 w 952186"/>
                                  <a:gd name="connsiteY0" fmla="*/ 0 h 2282451"/>
                                  <a:gd name="connsiteX1" fmla="*/ 212212 w 952186"/>
                                  <a:gd name="connsiteY1" fmla="*/ 263378 h 2282451"/>
                                  <a:gd name="connsiteX2" fmla="*/ 395153 w 952186"/>
                                  <a:gd name="connsiteY2" fmla="*/ 556020 h 2282451"/>
                                  <a:gd name="connsiteX3" fmla="*/ 636637 w 952186"/>
                                  <a:gd name="connsiteY3" fmla="*/ 1031562 h 2282451"/>
                                  <a:gd name="connsiteX4" fmla="*/ 878120 w 952186"/>
                                  <a:gd name="connsiteY4" fmla="*/ 1646108 h 2282451"/>
                                  <a:gd name="connsiteX5" fmla="*/ 952186 w 952186"/>
                                  <a:gd name="connsiteY5" fmla="*/ 2282451 h 2282451"/>
                                  <a:gd name="connsiteX0" fmla="*/ 0 w 952186"/>
                                  <a:gd name="connsiteY0" fmla="*/ 0 h 2282451"/>
                                  <a:gd name="connsiteX1" fmla="*/ 212212 w 952186"/>
                                  <a:gd name="connsiteY1" fmla="*/ 263378 h 2282451"/>
                                  <a:gd name="connsiteX2" fmla="*/ 417106 w 952186"/>
                                  <a:gd name="connsiteY2" fmla="*/ 534072 h 2282451"/>
                                  <a:gd name="connsiteX3" fmla="*/ 636637 w 952186"/>
                                  <a:gd name="connsiteY3" fmla="*/ 1031562 h 2282451"/>
                                  <a:gd name="connsiteX4" fmla="*/ 878120 w 952186"/>
                                  <a:gd name="connsiteY4" fmla="*/ 1646108 h 2282451"/>
                                  <a:gd name="connsiteX5" fmla="*/ 952186 w 952186"/>
                                  <a:gd name="connsiteY5" fmla="*/ 2282451 h 22824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52186" h="2282451">
                                    <a:moveTo>
                                      <a:pt x="0" y="0"/>
                                    </a:moveTo>
                                    <a:cubicBezTo>
                                      <a:pt x="31710" y="45116"/>
                                      <a:pt x="146353" y="170708"/>
                                      <a:pt x="212212" y="263378"/>
                                    </a:cubicBezTo>
                                    <a:cubicBezTo>
                                      <a:pt x="278071" y="356048"/>
                                      <a:pt x="367102" y="418235"/>
                                      <a:pt x="417106" y="534072"/>
                                    </a:cubicBezTo>
                                    <a:cubicBezTo>
                                      <a:pt x="467110" y="649909"/>
                                      <a:pt x="570778" y="858416"/>
                                      <a:pt x="636637" y="1031562"/>
                                    </a:cubicBezTo>
                                    <a:cubicBezTo>
                                      <a:pt x="702496" y="1204708"/>
                                      <a:pt x="825529" y="1437627"/>
                                      <a:pt x="878120" y="1646108"/>
                                    </a:cubicBezTo>
                                    <a:cubicBezTo>
                                      <a:pt x="930711" y="1854589"/>
                                      <a:pt x="925206" y="2167859"/>
                                      <a:pt x="952186" y="2282451"/>
                                    </a:cubicBez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6F5CBA" id="Freeform 205" o:spid="_x0000_s1026" style="position:absolute;margin-left:287.8pt;margin-top:9.5pt;width:74.95pt;height:179.7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952186,22824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" path="m,c31710,45116,146353,170708,212212,263378v65859,92670,154890,154857,204894,270694c467110,649909,570778,858416,636637,1031562v65859,173146,188892,406065,241483,614546c930711,1854589,925206,2167859,952186,2282451e" filled="f" strokecolor="red" strokeweight="6pt">
                      <v:stroke joinstyle="miter"/>
                      <v:path arrowok="t" o:connecttype="custom" o:connectlocs="0,0;212140,263348;416965,534011;636422,1031444;877824,1645920;951865,2282190" o:connectangles="0,0,0,0,0,0"/>
                    </v:shape>
                  </w:pict>
                </mc:Fallback>
              </mc:AlternateContent>
            </w:r>
            <w:r>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2462810</wp:posOffset>
                      </wp:positionH>
                      <wp:positionV relativeFrom="paragraph">
                        <wp:posOffset>350749</wp:posOffset>
                      </wp:positionV>
                      <wp:extent cx="305869" cy="152633"/>
                      <wp:effectExtent l="0" t="0" r="0" b="0"/>
                      <wp:wrapNone/>
                      <wp:docPr id="203"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441CD2" w:rsidP="00441CD2">
                                  <w:pPr>
                                    <w:jc w:val="center"/>
                                    <w:rPr>
                                      <w:rFonts w:ascii="Arial" w:hAnsi="Arial" w:cs="Arial"/>
                                      <w:sz w:val="16"/>
                                      <w:szCs w:val="16"/>
                                    </w:rPr>
                                  </w:pPr>
                                  <w:r>
                                    <w:rPr>
                                      <w:rFonts w:ascii="Arial" w:hAnsi="Arial" w:cs="Arial"/>
                                      <w:sz w:val="16"/>
                                      <w:szCs w:val="16"/>
                                    </w:rPr>
                                    <w:t>II</w:t>
                                  </w:r>
                                </w:p>
                              </w:txbxContent>
                            </wps:txbx>
                            <wps:bodyPr rot="0" vert="horz" wrap="square" lIns="18000" tIns="18000" rIns="18000" bIns="18000" anchor="t" anchorCtr="0" upright="1">
                              <a:noAutofit/>
                            </wps:bodyPr>
                          </wps:wsp>
                        </a:graphicData>
                      </a:graphic>
                    </wp:anchor>
                  </w:drawing>
                </mc:Choice>
                <mc:Fallback>
                  <w:pict>
                    <v:shape id="_x0000_s1031" type="#_x0000_t202" style="position:absolute;left:0;text-align:left;margin-left:193.9pt;margin-top:27.6pt;width:24.1pt;height:12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" fillcolor="#36f" stroked="f" strokecolor="#36f" strokeweight=".25pt">
                      <v:fill opacity="13107f"/>
                      <v:stroke dashstyle="1 1"/>
                      <v:textbox inset=".5mm,.5mm,.5mm,.5mm">
                        <w:txbxContent>
                          <w:p w:rsidR="00951099" w:rsidRPr="00B16047" w:rsidRDefault="00441CD2" w:rsidP="00441CD2">
                            <w:pPr>
                              <w:jc w:val="center"/>
                              <w:rPr>
                                <w:rFonts w:ascii="Arial" w:hAnsi="Arial" w:cs="Arial"/>
                                <w:sz w:val="16"/>
                                <w:szCs w:val="16"/>
                              </w:rPr>
                            </w:pPr>
                            <w:r>
                              <w:rPr>
                                <w:rFonts w:ascii="Arial" w:hAnsi="Arial" w:cs="Arial"/>
                                <w:sz w:val="16"/>
                                <w:szCs w:val="16"/>
                              </w:rPr>
                              <w:t>II</w:t>
                            </w:r>
                          </w:p>
                        </w:txbxContent>
                      </v:textbox>
                    </v:shape>
                  </w:pict>
                </mc:Fallback>
              </mc:AlternateContent>
            </w:r>
            <w:r>
              <w:rPr>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3395879</wp:posOffset>
                      </wp:positionH>
                      <wp:positionV relativeFrom="paragraph">
                        <wp:posOffset>287096</wp:posOffset>
                      </wp:positionV>
                      <wp:extent cx="305869" cy="152633"/>
                      <wp:effectExtent l="0" t="0" r="0" b="0"/>
                      <wp:wrapNone/>
                      <wp:docPr id="204"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441CD2" w:rsidP="00951099">
                                  <w:pPr>
                                    <w:jc w:val="center"/>
                                    <w:rPr>
                                      <w:rFonts w:ascii="Arial" w:hAnsi="Arial" w:cs="Arial"/>
                                      <w:sz w:val="16"/>
                                      <w:szCs w:val="16"/>
                                    </w:rPr>
                                  </w:pPr>
                                  <w:r>
                                    <w:rPr>
                                      <w:rFonts w:ascii="Arial" w:hAnsi="Arial" w:cs="Arial"/>
                                      <w:sz w:val="16"/>
                                      <w:szCs w:val="16"/>
                                    </w:rPr>
                                    <w:t>II</w:t>
                                  </w:r>
                                </w:p>
                              </w:txbxContent>
                            </wps:txbx>
                            <wps:bodyPr rot="0" vert="horz" wrap="square" lIns="18000" tIns="18000" rIns="18000" bIns="18000" anchor="t" anchorCtr="0" upright="1">
                              <a:noAutofit/>
                            </wps:bodyPr>
                          </wps:wsp>
                        </a:graphicData>
                      </a:graphic>
                    </wp:anchor>
                  </w:drawing>
                </mc:Choice>
                <mc:Fallback>
                  <w:pict>
                    <v:shape id="Text Box 359" o:spid="_x0000_s1032" type="#_x0000_t202" style="position:absolute;left:0;text-align:left;margin-left:267.4pt;margin-top:22.6pt;width:24.1pt;height:12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" fillcolor="#36f" stroked="f" strokecolor="#36f" strokeweight=".25pt">
                      <v:fill opacity="13107f"/>
                      <v:stroke dashstyle="1 1"/>
                      <v:textbox inset=".5mm,.5mm,.5mm,.5mm">
                        <w:txbxContent>
                          <w:p w:rsidR="00951099" w:rsidRPr="00B16047" w:rsidRDefault="00441CD2" w:rsidP="00951099">
                            <w:pPr>
                              <w:jc w:val="center"/>
                              <w:rPr>
                                <w:rFonts w:ascii="Arial" w:hAnsi="Arial" w:cs="Arial"/>
                                <w:sz w:val="16"/>
                                <w:szCs w:val="16"/>
                              </w:rPr>
                            </w:pPr>
                            <w:r>
                              <w:rPr>
                                <w:rFonts w:ascii="Arial" w:hAnsi="Arial" w:cs="Arial"/>
                                <w:sz w:val="16"/>
                                <w:szCs w:val="16"/>
                              </w:rPr>
                              <w:t>II</w:t>
                            </w:r>
                          </w:p>
                        </w:txbxContent>
                      </v:textbox>
                    </v:shape>
                  </w:pict>
                </mc:Fallback>
              </mc:AlternateContent>
            </w:r>
            <w:r>
              <w:rPr>
                <w:noProof/>
                <w:lang w:val="en-GB" w:eastAsia="en-GB"/>
              </w:rPr>
              <mc:AlternateContent>
                <mc:Choice Requires="wps">
                  <w:drawing>
                    <wp:anchor distT="0" distB="0" distL="114300" distR="114300" simplePos="0" relativeHeight="251689472" behindDoc="0" locked="0" layoutInCell="1" allowOverlap="1">
                      <wp:simplePos x="0" y="0"/>
                      <wp:positionH relativeFrom="column">
                        <wp:posOffset>3681316</wp:posOffset>
                      </wp:positionH>
                      <wp:positionV relativeFrom="paragraph">
                        <wp:posOffset>362077</wp:posOffset>
                      </wp:positionV>
                      <wp:extent cx="786113" cy="2326234"/>
                      <wp:effectExtent l="19050" t="19050" r="14605" b="17145"/>
                      <wp:wrapNone/>
                      <wp:docPr id="206" name="Freeform 206"/>
                      <wp:cNvGraphicFramePr/>
                      <a:graphic xmlns:a="http://schemas.openxmlformats.org/drawingml/2006/main">
                        <a:graphicData uri="http://schemas.microsoft.com/office/word/2010/wordprocessingShape">
                          <wps:wsp>
                            <wps:cNvSpPr/>
                            <wps:spPr>
                              <a:xfrm>
                                <a:off x="0" y="0"/>
                                <a:ext cx="786113" cy="2326234"/>
                              </a:xfrm>
                              <a:custGeom>
                                <a:avLst/>
                                <a:gdLst>
                                  <a:gd name="connsiteX0" fmla="*/ 134399 w 786113"/>
                                  <a:gd name="connsiteY0" fmla="*/ 0 h 2326234"/>
                                  <a:gd name="connsiteX1" fmla="*/ 10041 w 786113"/>
                                  <a:gd name="connsiteY1" fmla="*/ 285293 h 2326234"/>
                                  <a:gd name="connsiteX2" fmla="*/ 368485 w 786113"/>
                                  <a:gd name="connsiteY2" fmla="*/ 921715 h 2326234"/>
                                  <a:gd name="connsiteX3" fmla="*/ 748876 w 786113"/>
                                  <a:gd name="connsiteY3" fmla="*/ 1514246 h 2326234"/>
                                  <a:gd name="connsiteX4" fmla="*/ 763506 w 786113"/>
                                  <a:gd name="connsiteY4" fmla="*/ 1989734 h 2326234"/>
                                  <a:gd name="connsiteX5" fmla="*/ 675724 w 786113"/>
                                  <a:gd name="connsiteY5" fmla="*/ 2326234 h 232623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86113" h="2326234">
                                    <a:moveTo>
                                      <a:pt x="134399" y="0"/>
                                    </a:moveTo>
                                    <a:cubicBezTo>
                                      <a:pt x="52713" y="65837"/>
                                      <a:pt x="-28973" y="131674"/>
                                      <a:pt x="10041" y="285293"/>
                                    </a:cubicBezTo>
                                    <a:cubicBezTo>
                                      <a:pt x="49055" y="438912"/>
                                      <a:pt x="245346" y="716890"/>
                                      <a:pt x="368485" y="921715"/>
                                    </a:cubicBezTo>
                                    <a:cubicBezTo>
                                      <a:pt x="491624" y="1126541"/>
                                      <a:pt x="683039" y="1336243"/>
                                      <a:pt x="748876" y="1514246"/>
                                    </a:cubicBezTo>
                                    <a:cubicBezTo>
                                      <a:pt x="814713" y="1692249"/>
                                      <a:pt x="775698" y="1854403"/>
                                      <a:pt x="763506" y="1989734"/>
                                    </a:cubicBezTo>
                                    <a:cubicBezTo>
                                      <a:pt x="751314" y="2125065"/>
                                      <a:pt x="713519" y="2225649"/>
                                      <a:pt x="675724" y="2326234"/>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F62466" id="Freeform 206" o:spid="_x0000_s1026" style="position:absolute;margin-left:289.85pt;margin-top:28.5pt;width:61.9pt;height:183.15pt;z-index:251689472;visibility:visible;mso-wrap-style:square;mso-wrap-distance-left:9pt;mso-wrap-distance-top:0;mso-wrap-distance-right:9pt;mso-wrap-distance-bottom:0;mso-position-horizontal:absolute;mso-position-horizontal-relative:text;mso-position-vertical:absolute;mso-position-vertical-relative:text;v-text-anchor:middle" coordsize="786113,2326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" path="m134399,c52713,65837,-28973,131674,10041,285293,49055,438912,245346,716890,368485,921715v123139,204826,314554,414528,380391,592531c814713,1692249,775698,1854403,763506,1989734v-12192,135331,-49987,235915,-87782,336500e" filled="f" strokecolor="red" strokeweight="2.25pt">
                      <v:stroke joinstyle="miter"/>
                      <v:path arrowok="t" o:connecttype="custom" o:connectlocs="134399,0;10041,285293;368485,921715;748876,1514246;763506,1989734;675724,2326234" o:connectangles="0,0,0,0,0,0"/>
                    </v:shape>
                  </w:pict>
                </mc:Fallback>
              </mc:AlternateContent>
            </w:r>
            <w:r>
              <w:rPr>
                <w:noProof/>
                <w:lang w:val="en-GB" w:eastAsia="en-GB"/>
              </w:rPr>
              <mc:AlternateContent>
                <mc:Choice Requires="wps">
                  <w:drawing>
                    <wp:anchor distT="0" distB="0" distL="114300" distR="114300" simplePos="0" relativeHeight="251685376" behindDoc="0" locked="0" layoutInCell="1" allowOverlap="1">
                      <wp:simplePos x="0" y="0"/>
                      <wp:positionH relativeFrom="column">
                        <wp:posOffset>2279523</wp:posOffset>
                      </wp:positionH>
                      <wp:positionV relativeFrom="paragraph">
                        <wp:posOffset>106045</wp:posOffset>
                      </wp:positionV>
                      <wp:extent cx="285293" cy="343814"/>
                      <wp:effectExtent l="38100" t="38100" r="38735" b="37465"/>
                      <wp:wrapNone/>
                      <wp:docPr id="161" name="Freeform 161"/>
                      <wp:cNvGraphicFramePr/>
                      <a:graphic xmlns:a="http://schemas.openxmlformats.org/drawingml/2006/main">
                        <a:graphicData uri="http://schemas.microsoft.com/office/word/2010/wordprocessingShape">
                          <wps:wsp>
                            <wps:cNvSpPr/>
                            <wps:spPr>
                              <a:xfrm>
                                <a:off x="0" y="0"/>
                                <a:ext cx="285293" cy="343814"/>
                              </a:xfrm>
                              <a:custGeom>
                                <a:avLst/>
                                <a:gdLst>
                                  <a:gd name="connsiteX0" fmla="*/ 285293 w 285293"/>
                                  <a:gd name="connsiteY0" fmla="*/ 0 h 343814"/>
                                  <a:gd name="connsiteX1" fmla="*/ 0 w 285293"/>
                                  <a:gd name="connsiteY1" fmla="*/ 343814 h 343814"/>
                                </a:gdLst>
                                <a:ahLst/>
                                <a:cxnLst>
                                  <a:cxn ang="0">
                                    <a:pos x="connsiteX0" y="connsiteY0"/>
                                  </a:cxn>
                                  <a:cxn ang="0">
                                    <a:pos x="connsiteX1" y="connsiteY1"/>
                                  </a:cxn>
                                </a:cxnLst>
                                <a:rect l="l" t="t" r="r" b="b"/>
                                <a:pathLst>
                                  <a:path w="285293" h="343814">
                                    <a:moveTo>
                                      <a:pt x="285293" y="0"/>
                                    </a:moveTo>
                                    <a:lnTo>
                                      <a:pt x="0" y="343814"/>
                                    </a:ln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85C8E6" id="Freeform 161" o:spid="_x0000_s1026" style="position:absolute;margin-left:179.5pt;margin-top:8.35pt;width:22.45pt;height:27.05pt;z-index:251685376;visibility:visible;mso-wrap-style:square;mso-wrap-distance-left:9pt;mso-wrap-distance-top:0;mso-wrap-distance-right:9pt;mso-wrap-distance-bottom:0;mso-position-horizontal:absolute;mso-position-horizontal-relative:text;mso-position-vertical:absolute;mso-position-vertical-relative:text;v-text-anchor:middle" coordsize="285293,343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" path="m285293,l,343814e" filled="f" strokecolor="red" strokeweight="6pt">
                      <v:stroke joinstyle="miter"/>
                      <v:path arrowok="t" o:connecttype="custom" o:connectlocs="285293,0;0,343814" o:connectangles="0,0"/>
                    </v:shape>
                  </w:pict>
                </mc:Fallback>
              </mc:AlternateContent>
            </w:r>
            <w:r>
              <w:rPr>
                <w:noProof/>
                <w:lang w:val="en-GB" w:eastAsia="en-GB"/>
              </w:rPr>
              <mc:AlternateContent>
                <mc:Choice Requires="wps">
                  <w:drawing>
                    <wp:anchor distT="0" distB="0" distL="114300" distR="114300" simplePos="0" relativeHeight="251678208" behindDoc="0" locked="0" layoutInCell="1" allowOverlap="1">
                      <wp:simplePos x="0" y="0"/>
                      <wp:positionH relativeFrom="column">
                        <wp:posOffset>5651500</wp:posOffset>
                      </wp:positionH>
                      <wp:positionV relativeFrom="paragraph">
                        <wp:posOffset>2166925</wp:posOffset>
                      </wp:positionV>
                      <wp:extent cx="106680" cy="534035"/>
                      <wp:effectExtent l="0" t="19050" r="26670" b="18415"/>
                      <wp:wrapNone/>
                      <wp:docPr id="8" name="Freeform 8"/>
                      <wp:cNvGraphicFramePr/>
                      <a:graphic xmlns:a="http://schemas.openxmlformats.org/drawingml/2006/main">
                        <a:graphicData uri="http://schemas.microsoft.com/office/word/2010/wordprocessingShape">
                          <wps:wsp>
                            <wps:cNvSpPr/>
                            <wps:spPr>
                              <a:xfrm>
                                <a:off x="0" y="0"/>
                                <a:ext cx="106680" cy="534035"/>
                              </a:xfrm>
                              <a:custGeom>
                                <a:avLst/>
                                <a:gdLst>
                                  <a:gd name="connsiteX0" fmla="*/ 0 w 107030"/>
                                  <a:gd name="connsiteY0" fmla="*/ 656 h 534666"/>
                                  <a:gd name="connsiteX1" fmla="*/ 102413 w 107030"/>
                                  <a:gd name="connsiteY1" fmla="*/ 51863 h 534666"/>
                                  <a:gd name="connsiteX2" fmla="*/ 87783 w 107030"/>
                                  <a:gd name="connsiteY2" fmla="*/ 329840 h 534666"/>
                                  <a:gd name="connsiteX3" fmla="*/ 73152 w 107030"/>
                                  <a:gd name="connsiteY3" fmla="*/ 534666 h 534666"/>
                                </a:gdLst>
                                <a:ahLst/>
                                <a:cxnLst>
                                  <a:cxn ang="0">
                                    <a:pos x="connsiteX0" y="connsiteY0"/>
                                  </a:cxn>
                                  <a:cxn ang="0">
                                    <a:pos x="connsiteX1" y="connsiteY1"/>
                                  </a:cxn>
                                  <a:cxn ang="0">
                                    <a:pos x="connsiteX2" y="connsiteY2"/>
                                  </a:cxn>
                                  <a:cxn ang="0">
                                    <a:pos x="connsiteX3" y="connsiteY3"/>
                                  </a:cxn>
                                </a:cxnLst>
                                <a:rect l="l" t="t" r="r" b="b"/>
                                <a:pathLst>
                                  <a:path w="107030" h="534666">
                                    <a:moveTo>
                                      <a:pt x="0" y="656"/>
                                    </a:moveTo>
                                    <a:cubicBezTo>
                                      <a:pt x="43891" y="-1173"/>
                                      <a:pt x="87783" y="-3001"/>
                                      <a:pt x="102413" y="51863"/>
                                    </a:cubicBezTo>
                                    <a:cubicBezTo>
                                      <a:pt x="117044" y="106727"/>
                                      <a:pt x="92660" y="249373"/>
                                      <a:pt x="87783" y="329840"/>
                                    </a:cubicBezTo>
                                    <a:cubicBezTo>
                                      <a:pt x="82906" y="410307"/>
                                      <a:pt x="78029" y="472486"/>
                                      <a:pt x="73152" y="534666"/>
                                    </a:cubicBezTo>
                                  </a:path>
                                </a:pathLst>
                              </a:cu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ED4F2D2" id="Freeform 8" o:spid="_x0000_s1026" style="position:absolute;margin-left:445pt;margin-top:170.6pt;width:8.4pt;height:42.05pt;z-index:251678208;visibility:visible;mso-wrap-style:square;mso-wrap-distance-left:9pt;mso-wrap-distance-top:0;mso-wrap-distance-right:9pt;mso-wrap-distance-bottom:0;mso-position-horizontal:absolute;mso-position-horizontal-relative:text;mso-position-vertical:absolute;mso-position-vertical-relative:text;v-text-anchor:middle" coordsize="107030,5346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" path="m,656c43891,-1173,87783,-3001,102413,51863v14631,54864,-9753,197510,-14630,277977c82906,410307,78029,472486,73152,534666e" filled="f" strokecolor="#0070c0" strokeweight="1.5pt">
                      <v:stroke joinstyle="miter"/>
                      <v:path arrowok="t" o:connecttype="custom" o:connectlocs="0,655;102078,51802;87496,329451;72913,534035" o:connectangles="0,0,0,0"/>
                    </v:shape>
                  </w:pict>
                </mc:Fallback>
              </mc:AlternateContent>
            </w:r>
            <w:r>
              <w:rPr>
                <w:noProof/>
                <w:lang w:val="en-GB" w:eastAsia="en-GB"/>
              </w:rPr>
              <mc:AlternateContent>
                <mc:Choice Requires="wps">
                  <w:drawing>
                    <wp:anchor distT="0" distB="0" distL="114300" distR="114300" simplePos="0" relativeHeight="251679232" behindDoc="0" locked="0" layoutInCell="1" allowOverlap="1">
                      <wp:simplePos x="0" y="0"/>
                      <wp:positionH relativeFrom="column">
                        <wp:posOffset>457205</wp:posOffset>
                      </wp:positionH>
                      <wp:positionV relativeFrom="paragraph">
                        <wp:posOffset>2109762</wp:posOffset>
                      </wp:positionV>
                      <wp:extent cx="110561" cy="549288"/>
                      <wp:effectExtent l="0" t="19050" r="22860" b="22225"/>
                      <wp:wrapNone/>
                      <wp:docPr id="153" name="Freeform 153"/>
                      <wp:cNvGraphicFramePr/>
                      <a:graphic xmlns:a="http://schemas.openxmlformats.org/drawingml/2006/main">
                        <a:graphicData uri="http://schemas.microsoft.com/office/word/2010/wordprocessingShape">
                          <wps:wsp>
                            <wps:cNvSpPr/>
                            <wps:spPr>
                              <a:xfrm>
                                <a:off x="0" y="0"/>
                                <a:ext cx="110561" cy="549288"/>
                              </a:xfrm>
                              <a:custGeom>
                                <a:avLst/>
                                <a:gdLst>
                                  <a:gd name="connsiteX0" fmla="*/ 110561 w 110561"/>
                                  <a:gd name="connsiteY0" fmla="*/ 7963 h 549288"/>
                                  <a:gd name="connsiteX1" fmla="*/ 15464 w 110561"/>
                                  <a:gd name="connsiteY1" fmla="*/ 37224 h 549288"/>
                                  <a:gd name="connsiteX2" fmla="*/ 833 w 110561"/>
                                  <a:gd name="connsiteY2" fmla="*/ 300571 h 549288"/>
                                  <a:gd name="connsiteX3" fmla="*/ 22779 w 110561"/>
                                  <a:gd name="connsiteY3" fmla="*/ 549288 h 549288"/>
                                </a:gdLst>
                                <a:ahLst/>
                                <a:cxnLst>
                                  <a:cxn ang="0">
                                    <a:pos x="connsiteX0" y="connsiteY0"/>
                                  </a:cxn>
                                  <a:cxn ang="0">
                                    <a:pos x="connsiteX1" y="connsiteY1"/>
                                  </a:cxn>
                                  <a:cxn ang="0">
                                    <a:pos x="connsiteX2" y="connsiteY2"/>
                                  </a:cxn>
                                  <a:cxn ang="0">
                                    <a:pos x="connsiteX3" y="connsiteY3"/>
                                  </a:cxn>
                                </a:cxnLst>
                                <a:rect l="l" t="t" r="r" b="b"/>
                                <a:pathLst>
                                  <a:path w="110561" h="549288">
                                    <a:moveTo>
                                      <a:pt x="110561" y="7963"/>
                                    </a:moveTo>
                                    <a:cubicBezTo>
                                      <a:pt x="72156" y="-1791"/>
                                      <a:pt x="33752" y="-11544"/>
                                      <a:pt x="15464" y="37224"/>
                                    </a:cubicBezTo>
                                    <a:cubicBezTo>
                                      <a:pt x="-2824" y="85992"/>
                                      <a:pt x="-386" y="215227"/>
                                      <a:pt x="833" y="300571"/>
                                    </a:cubicBezTo>
                                    <a:cubicBezTo>
                                      <a:pt x="2052" y="385915"/>
                                      <a:pt x="12415" y="467601"/>
                                      <a:pt x="22779" y="549288"/>
                                    </a:cubicBezTo>
                                  </a:path>
                                </a:pathLst>
                              </a:custGeom>
                              <a:noFill/>
                              <a:ln w="19050">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5972D1" id="Freeform 153" o:spid="_x0000_s1026" style="position:absolute;margin-left:36pt;margin-top:166.1pt;width:8.7pt;height:43.25pt;z-index:251679232;visibility:visible;mso-wrap-style:square;mso-wrap-distance-left:9pt;mso-wrap-distance-top:0;mso-wrap-distance-right:9pt;mso-wrap-distance-bottom:0;mso-position-horizontal:absolute;mso-position-horizontal-relative:text;mso-position-vertical:absolute;mso-position-vertical-relative:text;v-text-anchor:middle" coordsize="110561,549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" path="m110561,7963c72156,-1791,33752,-11544,15464,37224,-2824,85992,-386,215227,833,300571v1219,85344,11582,167030,21946,248717e" filled="f" strokecolor="#0070c0" strokeweight="1.5pt">
                      <v:stroke joinstyle="miter"/>
                      <v:path arrowok="t" o:connecttype="custom" o:connectlocs="110561,7963;15464,37224;833,300571;22779,549288" o:connectangles="0,0,0,0"/>
                    </v:shape>
                  </w:pict>
                </mc:Fallback>
              </mc:AlternateContent>
            </w:r>
            <w:r w:rsidR="00951099">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54610</wp:posOffset>
                      </wp:positionH>
                      <wp:positionV relativeFrom="paragraph">
                        <wp:posOffset>11430</wp:posOffset>
                      </wp:positionV>
                      <wp:extent cx="1263650" cy="806450"/>
                      <wp:effectExtent l="3175" t="4445" r="0" b="0"/>
                      <wp:wrapNone/>
                      <wp:docPr id="194"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06450"/>
                              </a:xfrm>
                              <a:prstGeom prst="rect">
                                <a:avLst/>
                              </a:prstGeom>
                              <a:solidFill>
                                <a:srgbClr val="FFFFFF"/>
                              </a:solidFill>
                              <a:ln>
                                <a:noFill/>
                              </a:ln>
                              <a:extLst>
                                <a:ext uri="{91240B29-F687-4F45-9708-019B960494DF}">
                                  <a14:hiddenLine xmlns:a14="http://schemas.microsoft.com/office/drawing/2010/main" w="9525">
                                    <a:solidFill>
                                      <a:srgbClr val="BFBFBF"/>
                                    </a:solidFill>
                                    <a:miter lim="800000"/>
                                    <a:headEnd/>
                                    <a:tailEnd/>
                                  </a14:hiddenLine>
                                </a:ext>
                              </a:extLst>
                            </wps:spPr>
                            <wps:txb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47" o:spid="_x0000_s1033" type="#_x0000_t202" style="position:absolute;left:0;text-align:left;margin-left:4.3pt;margin-top:.9pt;width:99.5pt;height: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" stroked="f" strokecolor="#bfbfbf">
                      <v:textbo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v:textbox>
                    </v:shape>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51584" behindDoc="0" locked="0" layoutInCell="1" allowOverlap="1">
                      <wp:simplePos x="0" y="0"/>
                      <wp:positionH relativeFrom="column">
                        <wp:posOffset>1062990</wp:posOffset>
                      </wp:positionH>
                      <wp:positionV relativeFrom="paragraph">
                        <wp:posOffset>38735</wp:posOffset>
                      </wp:positionV>
                      <wp:extent cx="1807845" cy="4911725"/>
                      <wp:effectExtent l="11430" t="12700" r="9525" b="9525"/>
                      <wp:wrapNone/>
                      <wp:docPr id="174"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3765" y="3343"/>
                                <a:chExt cx="2847" cy="7735"/>
                              </a:xfrm>
                            </wpg:grpSpPr>
                            <wps:wsp>
                              <wps:cNvPr id="175" name="Freeform 302"/>
                              <wps:cNvSpPr>
                                <a:spLocks/>
                              </wps:cNvSpPr>
                              <wps:spPr bwMode="auto">
                                <a:xfrm flipH="1">
                                  <a:off x="5548" y="9594"/>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303"/>
                              <wps:cNvSpPr>
                                <a:spLocks/>
                              </wps:cNvSpPr>
                              <wps:spPr bwMode="auto">
                                <a:xfrm flipH="1">
                                  <a:off x="6191" y="4620"/>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304"/>
                              <wps:cNvSpPr>
                                <a:spLocks/>
                              </wps:cNvSpPr>
                              <wps:spPr bwMode="auto">
                                <a:xfrm flipH="1">
                                  <a:off x="4824" y="6562"/>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305"/>
                              <wps:cNvSpPr>
                                <a:spLocks/>
                              </wps:cNvSpPr>
                              <wps:spPr bwMode="auto">
                                <a:xfrm flipH="1">
                                  <a:off x="4753" y="7314"/>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306"/>
                              <wps:cNvSpPr>
                                <a:spLocks/>
                              </wps:cNvSpPr>
                              <wps:spPr bwMode="auto">
                                <a:xfrm flipH="1">
                                  <a:off x="4479" y="7058"/>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307"/>
                              <wps:cNvSpPr>
                                <a:spLocks/>
                              </wps:cNvSpPr>
                              <wps:spPr bwMode="auto">
                                <a:xfrm>
                                  <a:off x="4679" y="4246"/>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308"/>
                              <wps:cNvSpPr>
                                <a:spLocks/>
                              </wps:cNvSpPr>
                              <wps:spPr bwMode="auto">
                                <a:xfrm flipH="1">
                                  <a:off x="5614" y="3510"/>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309"/>
                              <wps:cNvSpPr>
                                <a:spLocks/>
                              </wps:cNvSpPr>
                              <wps:spPr bwMode="auto">
                                <a:xfrm flipH="1">
                                  <a:off x="4878" y="3439"/>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310"/>
                              <wps:cNvSpPr>
                                <a:spLocks/>
                              </wps:cNvSpPr>
                              <wps:spPr bwMode="auto">
                                <a:xfrm flipH="1">
                                  <a:off x="6152" y="4169"/>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311"/>
                              <wps:cNvSpPr>
                                <a:spLocks/>
                              </wps:cNvSpPr>
                              <wps:spPr bwMode="auto">
                                <a:xfrm flipH="1">
                                  <a:off x="3832" y="6204"/>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312"/>
                              <wps:cNvSpPr>
                                <a:spLocks/>
                              </wps:cNvSpPr>
                              <wps:spPr bwMode="auto">
                                <a:xfrm flipH="1">
                                  <a:off x="4122" y="6706"/>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313"/>
                              <wps:cNvSpPr>
                                <a:spLocks/>
                              </wps:cNvSpPr>
                              <wps:spPr bwMode="auto">
                                <a:xfrm flipH="1">
                                  <a:off x="5263" y="3562"/>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314"/>
                              <wps:cNvSpPr>
                                <a:spLocks/>
                              </wps:cNvSpPr>
                              <wps:spPr bwMode="auto">
                                <a:xfrm flipH="1">
                                  <a:off x="4406" y="3408"/>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315"/>
                              <wps:cNvSpPr>
                                <a:spLocks/>
                              </wps:cNvSpPr>
                              <wps:spPr bwMode="auto">
                                <a:xfrm flipH="1">
                                  <a:off x="4698" y="10754"/>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316"/>
                              <wps:cNvSpPr>
                                <a:spLocks/>
                              </wps:cNvSpPr>
                              <wps:spPr bwMode="auto">
                                <a:xfrm flipH="1">
                                  <a:off x="5421" y="10193"/>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317"/>
                              <wps:cNvSpPr>
                                <a:spLocks/>
                              </wps:cNvSpPr>
                              <wps:spPr bwMode="auto">
                                <a:xfrm flipH="1">
                                  <a:off x="4662" y="10885"/>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91" name="Freeform 318"/>
                              <wps:cNvSpPr>
                                <a:spLocks/>
                              </wps:cNvSpPr>
                              <wps:spPr bwMode="auto">
                                <a:xfrm flipH="1">
                                  <a:off x="3765" y="3343"/>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319"/>
                              <wps:cNvSpPr>
                                <a:spLocks/>
                              </wps:cNvSpPr>
                              <wps:spPr bwMode="auto">
                                <a:xfrm flipH="1">
                                  <a:off x="5746" y="3876"/>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ED5C91" id="Group 301" o:spid="_x0000_s1026" style="position:absolute;margin-left:83.7pt;margin-top:3.05pt;width:142.35pt;height:386.75pt;z-index:251651584" coordorigin="3765,3343"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">
                      <v:shape id="Freeform 302" o:spid="_x0000_s1027" style="position:absolute;left:5548;top:9594;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" path="m128,6v6,6,-60,40,-72,78c44,122,62,212,56,234,50,256,29,231,20,216,11,201,2,172,2,144,2,116,,71,20,48,40,25,122,,128,6xe" fillcolor="#ddd" stroked="f">
                        <v:path arrowok="t" o:connecttype="custom" o:connectlocs="128,6;56,84;56,234;20,216;2,144;20,48;128,6" o:connectangles="0,0,0,0,0,0,0"/>
                      </v:shape>
                      <v:shape id="Freeform 303" o:spid="_x0000_s1028" style="position:absolute;left:6191;top:4620;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" path="m,c26,70,52,140,120,204v68,64,178,122,288,180e" filled="f" strokecolor="gray" strokeweight="1pt">
                        <v:path arrowok="t" o:connecttype="custom" o:connectlocs="0,0;124,221;421,416" o:connectangles="0,0,0"/>
                      </v:shape>
                      <v:shape id="Freeform 304" o:spid="_x0000_s1029" style="position:absolute;left:4824;top:6562;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305" o:spid="_x0000_s1030" style="position:absolute;left:4753;top:7314;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306" o:spid="_x0000_s1031" style="position:absolute;left:4479;top:7058;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307" o:spid="_x0000_s1032" style="position:absolute;left:4679;top:4246;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308" o:spid="_x0000_s1033" style="position:absolute;left:5614;top:3510;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" path="m,c52,55,232,235,306,330v74,95,107,161,138,240c475,649,474,719,492,804v18,85,48,219,60,276e" filled="f" strokecolor="#333">
                        <v:path arrowok="t" o:connecttype="custom" o:connectlocs="0,0;307,330;445,570;493,804;553,1080" o:connectangles="0,0,0,0,0"/>
                      </v:shape>
                      <v:shape id="Freeform 309" o:spid="_x0000_s1034" style="position:absolute;left:4878;top:3439;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310" o:spid="_x0000_s1035" style="position:absolute;left:6152;top:4169;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311" o:spid="_x0000_s1036" style="position:absolute;left:3832;top:6204;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" path="m146,102v-8,,-36,-44,-60,-60c62,26,,12,2,6,4,,76,,98,6v22,6,30,21,36,36c140,57,154,102,146,102xe" fillcolor="#ddd" stroked="f">
                        <v:path arrowok="t" o:connecttype="custom" o:connectlocs="146,102;86,42;2,6;98,6;134,42;146,102" o:connectangles="0,0,0,0,0,0"/>
                      </v:shape>
                      <v:shape id="Freeform 312" o:spid="_x0000_s1037" style="position:absolute;left:4122;top:6706;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313" o:spid="_x0000_s1038" style="position:absolute;left:5263;top:3562;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" path="m,614c29,524,57,436,144,350,231,264,381,158,523,100,665,42,899,21,998,e" filled="f">
                        <v:stroke dashstyle="1 1" endcap="round"/>
                        <v:path arrowok="t" o:connecttype="custom" o:connectlocs="0,614;144,350;524,100;1000,0" o:connectangles="0,0,0,0"/>
                      </v:shape>
                      <v:shape id="Freeform 314" o:spid="_x0000_s1039" style="position:absolute;left:4406;top:3408;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315" o:spid="_x0000_s1040" style="position:absolute;left:4698;top:10754;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" path="m232,130v-12,,-45,8,-74,c129,122,83,101,57,79,31,57,12,16,,e" filled="f" strokecolor="gray">
                        <v:path arrowok="t" o:connecttype="custom" o:connectlocs="232,130;158,130;57,79;0,0" o:connectangles="0,0,0,0"/>
                      </v:shape>
                      <v:shape id="Freeform 316" o:spid="_x0000_s1041" style="position:absolute;left:5421;top:10193;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317" o:spid="_x0000_s1042" style="position:absolute;left:4662;top:10885;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" path="m71,1c84,,89,10,92,18v3,8,7,24,,29c85,52,63,49,49,49,35,49,12,51,6,47,,43,2,29,13,23,24,17,58,2,71,1xe" fillcolor="silver" strokecolor="gray">
                        <v:path arrowok="t" o:connecttype="custom" o:connectlocs="71,1;92,18;92,47;49,49;6,47;13,23;71,1" o:connectangles="0,0,0,0,0,0,0"/>
                      </v:shape>
                      <v:shape id="Freeform 318" o:spid="_x0000_s1043" style="position:absolute;left:3765;top:3343;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shape id="Freeform 319" o:spid="_x0000_s1044" style="position:absolute;left:5746;top:3876;width:40;height:600;flip:x;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" path="m40,c24,76,8,152,4,252,,352,8,476,16,600e" filled="f" strokecolor="white" strokeweight="3pt">
                        <v:path arrowok="t" o:connecttype="custom" o:connectlocs="40,0;4,252;16,600" o:connectangles="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9536" behindDoc="0" locked="0" layoutInCell="1" allowOverlap="1">
                      <wp:simplePos x="0" y="0"/>
                      <wp:positionH relativeFrom="column">
                        <wp:posOffset>99695</wp:posOffset>
                      </wp:positionH>
                      <wp:positionV relativeFrom="paragraph">
                        <wp:posOffset>158750</wp:posOffset>
                      </wp:positionV>
                      <wp:extent cx="1080135" cy="4745355"/>
                      <wp:effectExtent l="10160" t="8890" r="14605" b="8255"/>
                      <wp:wrapNone/>
                      <wp:docPr id="150"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151" name="Freeform 270"/>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271"/>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272"/>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273"/>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274"/>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275"/>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276"/>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277"/>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278"/>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279"/>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280"/>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281"/>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B3D1A56" id="Group 269" o:spid="_x0000_s1026" style="position:absolute;margin-left:7.85pt;margin-top:12.5pt;width:85.05pt;height:373.65pt;flip:x;z-index:251649536"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gj5xgAAO6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">
                      <v:shape id="Freeform 270"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71"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72"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273"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" path="m,c10,2,21,4,27,7v6,3,9,7,12,12e" filled="f" strokecolor="gray">
                        <v:path arrowok="t" o:connecttype="custom" o:connectlocs="0,0;27,7;39,19" o:connectangles="0,0,0"/>
                      </v:shape>
                      <v:shape id="Freeform 274"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" path="m,c14,4,28,8,34,12e" filled="f" strokecolor="gray">
                        <v:path arrowok="t" o:connecttype="custom" o:connectlocs="0,0;34,12" o:connectangles="0,0"/>
                      </v:shape>
                      <v:shape id="Freeform 275"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" path="m,c,,18,7,36,15e" filled="f" strokecolor="gray">
                        <v:path arrowok="t" o:connecttype="custom" o:connectlocs="0,0;36,15" o:connectangles="0,0"/>
                      </v:shape>
                      <v:shape id="Freeform 276"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77"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78"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79"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" path="m30,c24,90,11,372,6,540,1,708,,863,,1008v,145,,301,6,402c12,1511,20,1543,36,1614v16,71,49,155,66,222c119,1903,127,1928,138,2016v11,88,20,218,30,348e" filled="f">
                        <v:path arrowok="t" o:connecttype="custom" o:connectlocs="30,0;6,540;0,1008;6,1410;36,1614;102,1836;138,2016;168,2364" o:connectangles="0,0,0,0,0,0,0,0"/>
                      </v:shape>
                      <v:shape id="Freeform 280"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" path="m,301c12,270,47,171,72,121,97,71,133,,149,2v16,2,16,89,19,131c171,175,174,207,168,253v-6,46,-24,66,-36,156c120,499,108,646,96,793e" filled="f">
                        <v:path arrowok="t" o:connecttype="custom" o:connectlocs="0,301;72,121;149,2;168,133;168,253;132,409;96,793" o:connectangles="0,0,0,0,0,0,0"/>
                      </v:shape>
                      <v:shape id="Freeform 281"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8512" behindDoc="0" locked="0" layoutInCell="1" allowOverlap="1">
                      <wp:simplePos x="0" y="0"/>
                      <wp:positionH relativeFrom="column">
                        <wp:posOffset>5028565</wp:posOffset>
                      </wp:positionH>
                      <wp:positionV relativeFrom="paragraph">
                        <wp:posOffset>160020</wp:posOffset>
                      </wp:positionV>
                      <wp:extent cx="1087120" cy="4745355"/>
                      <wp:effectExtent l="14605" t="10160" r="12700" b="6985"/>
                      <wp:wrapNone/>
                      <wp:docPr id="137"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4745355"/>
                                <a:chOff x="4685" y="3276"/>
                                <a:chExt cx="1712" cy="7473"/>
                              </a:xfrm>
                            </wpg:grpSpPr>
                            <wps:wsp>
                              <wps:cNvPr id="138" name="Freeform 257"/>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258"/>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259"/>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260"/>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261"/>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262"/>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263"/>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264"/>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265"/>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266"/>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267"/>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268"/>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4D37396" id="Group 256" o:spid="_x0000_s1026" style="position:absolute;margin-left:395.95pt;margin-top:12.6pt;width:85.6pt;height:373.65pt;z-index:251648512"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">
                      <v:shape id="Freeform 257"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58"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59"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" path="m51,5c48,10,33,95,25,161,17,227,,379,1,401,2,423,23,326,32,291,41,256,54,217,56,190,58,163,44,157,44,128,44,99,54,,51,5xe" fillcolor="silver" stroked="f">
                        <v:path arrowok="t" o:connecttype="custom" o:connectlocs="51,5;25,161;1,401;32,291;56,190;44,128;51,5" o:connectangles="0,0,0,0,0,0,0"/>
                      </v:shape>
                      <v:shape id="Freeform 260"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" path="m,c10,2,21,4,27,7v6,3,9,7,12,12e" filled="f" strokecolor="gray" strokeweight="1pt">
                        <v:path arrowok="t" o:connecttype="custom" o:connectlocs="0,0;27,7;39,19" o:connectangles="0,0,0"/>
                      </v:shape>
                      <v:shape id="Freeform 261"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" path="m,c14,4,28,8,34,12e" filled="f" strokecolor="gray" strokeweight="1pt">
                        <v:path arrowok="t" o:connecttype="custom" o:connectlocs="0,0;34,12" o:connectangles="0,0"/>
                      </v:shape>
                      <v:shape id="Freeform 262"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" path="m,c,,18,7,36,15e" filled="f" strokecolor="gray" strokeweight="1pt">
                        <v:path arrowok="t" o:connecttype="custom" o:connectlocs="0,0;36,15" o:connectangles="0,0"/>
                      </v:shape>
                      <v:shape id="Freeform 263"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64"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65"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66"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" path="m30,c24,90,11,372,6,540,1,708,,863,,1008v,145,,301,6,402c12,1511,20,1543,36,1614v16,71,49,155,66,222c119,1903,127,1928,138,2016v11,88,20,218,30,348e" filled="f">
                        <v:path arrowok="t" o:connecttype="custom" o:connectlocs="30,0;6,540;0,1008;6,1410;36,1614;102,1836;138,2016;168,2364" o:connectangles="0,0,0,0,0,0,0,0"/>
                      </v:shape>
                      <v:shape id="Freeform 267"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" path="m,301c12,270,47,171,72,121,97,71,133,,149,2v16,2,16,89,19,131c171,175,174,207,168,253v-6,46,-24,66,-36,156c120,499,108,646,96,793e" filled="f">
                        <v:path arrowok="t" o:connecttype="custom" o:connectlocs="0,301;72,121;149,2;168,133;168,253;132,409;96,793" o:connectangles="0,0,0,0,0,0,0"/>
                      </v:shape>
                      <v:shape id="Freeform 268"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50560" behindDoc="0" locked="0" layoutInCell="1" allowOverlap="1">
                      <wp:simplePos x="0" y="0"/>
                      <wp:positionH relativeFrom="column">
                        <wp:posOffset>3331210</wp:posOffset>
                      </wp:positionH>
                      <wp:positionV relativeFrom="paragraph">
                        <wp:posOffset>38735</wp:posOffset>
                      </wp:positionV>
                      <wp:extent cx="1804035" cy="4911725"/>
                      <wp:effectExtent l="12700" t="12700" r="12065" b="9525"/>
                      <wp:wrapNone/>
                      <wp:docPr id="21"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4035" cy="4911725"/>
                                <a:chOff x="6972" y="3331"/>
                                <a:chExt cx="2841" cy="7735"/>
                              </a:xfrm>
                            </wpg:grpSpPr>
                            <wps:wsp>
                              <wps:cNvPr id="22" name="Freeform 283"/>
                              <wps:cNvSpPr>
                                <a:spLocks/>
                              </wps:cNvSpPr>
                              <wps:spPr bwMode="auto">
                                <a:xfrm>
                                  <a:off x="7900" y="9582"/>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84"/>
                              <wps:cNvSpPr>
                                <a:spLocks/>
                              </wps:cNvSpPr>
                              <wps:spPr bwMode="auto">
                                <a:xfrm>
                                  <a:off x="6972" y="4608"/>
                                  <a:ext cx="420"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85"/>
                              <wps:cNvSpPr>
                                <a:spLocks/>
                              </wps:cNvSpPr>
                              <wps:spPr bwMode="auto">
                                <a:xfrm>
                                  <a:off x="8314" y="6550"/>
                                  <a:ext cx="442"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86"/>
                              <wps:cNvSpPr>
                                <a:spLocks/>
                              </wps:cNvSpPr>
                              <wps:spPr bwMode="auto">
                                <a:xfrm>
                                  <a:off x="7860" y="7302"/>
                                  <a:ext cx="967"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287"/>
                              <wps:cNvSpPr>
                                <a:spLocks/>
                              </wps:cNvSpPr>
                              <wps:spPr bwMode="auto">
                                <a:xfrm>
                                  <a:off x="8136" y="7046"/>
                                  <a:ext cx="965"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88"/>
                              <wps:cNvSpPr>
                                <a:spLocks/>
                              </wps:cNvSpPr>
                              <wps:spPr bwMode="auto">
                                <a:xfrm>
                                  <a:off x="7807" y="4234"/>
                                  <a:ext cx="1074" cy="5656"/>
                                </a:xfrm>
                                <a:custGeom>
                                  <a:avLst/>
                                  <a:gdLst>
                                    <a:gd name="T0" fmla="*/ 275 w 1074"/>
                                    <a:gd name="T1" fmla="*/ 290 h 5656"/>
                                    <a:gd name="T2" fmla="*/ 233 w 1074"/>
                                    <a:gd name="T3" fmla="*/ 56 h 5656"/>
                                    <a:gd name="T4" fmla="*/ 509 w 1074"/>
                                    <a:gd name="T5" fmla="*/ 626 h 5656"/>
                                    <a:gd name="T6" fmla="*/ 893 w 1074"/>
                                    <a:gd name="T7" fmla="*/ 1568 h 5656"/>
                                    <a:gd name="T8" fmla="*/ 1037 w 1074"/>
                                    <a:gd name="T9" fmla="*/ 2054 h 5656"/>
                                    <a:gd name="T10" fmla="*/ 1067 w 1074"/>
                                    <a:gd name="T11" fmla="*/ 2636 h 5656"/>
                                    <a:gd name="T12" fmla="*/ 995 w 1074"/>
                                    <a:gd name="T13" fmla="*/ 2924 h 5656"/>
                                    <a:gd name="T14" fmla="*/ 778 w 1074"/>
                                    <a:gd name="T15" fmla="*/ 3249 h 5656"/>
                                    <a:gd name="T16" fmla="*/ 595 w 1074"/>
                                    <a:gd name="T17" fmla="*/ 3708 h 5656"/>
                                    <a:gd name="T18" fmla="*/ 439 w 1074"/>
                                    <a:gd name="T19" fmla="*/ 4375 h 5656"/>
                                    <a:gd name="T20" fmla="*/ 171 w 1074"/>
                                    <a:gd name="T21" fmla="*/ 5028 h 5656"/>
                                    <a:gd name="T22" fmla="*/ 39 w 1074"/>
                                    <a:gd name="T23" fmla="*/ 5352 h 5656"/>
                                    <a:gd name="T24" fmla="*/ 10 w 1074"/>
                                    <a:gd name="T25" fmla="*/ 5529 h 5656"/>
                                    <a:gd name="T26" fmla="*/ 99 w 1074"/>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4" h="5656">
                                      <a:moveTo>
                                        <a:pt x="275" y="290"/>
                                      </a:moveTo>
                                      <a:cubicBezTo>
                                        <a:pt x="267" y="251"/>
                                        <a:pt x="194" y="0"/>
                                        <a:pt x="233" y="56"/>
                                      </a:cubicBezTo>
                                      <a:cubicBezTo>
                                        <a:pt x="272" y="112"/>
                                        <a:pt x="399" y="374"/>
                                        <a:pt x="509" y="626"/>
                                      </a:cubicBezTo>
                                      <a:cubicBezTo>
                                        <a:pt x="619" y="878"/>
                                        <a:pt x="805" y="1330"/>
                                        <a:pt x="893" y="1568"/>
                                      </a:cubicBezTo>
                                      <a:cubicBezTo>
                                        <a:pt x="981" y="1806"/>
                                        <a:pt x="1008" y="1876"/>
                                        <a:pt x="1037" y="2054"/>
                                      </a:cubicBezTo>
                                      <a:cubicBezTo>
                                        <a:pt x="1066" y="2232"/>
                                        <a:pt x="1074" y="2491"/>
                                        <a:pt x="1067" y="2636"/>
                                      </a:cubicBezTo>
                                      <a:cubicBezTo>
                                        <a:pt x="1060" y="2781"/>
                                        <a:pt x="1043" y="2822"/>
                                        <a:pt x="995" y="2924"/>
                                      </a:cubicBezTo>
                                      <a:cubicBezTo>
                                        <a:pt x="947" y="3026"/>
                                        <a:pt x="845" y="3118"/>
                                        <a:pt x="778" y="3249"/>
                                      </a:cubicBezTo>
                                      <a:cubicBezTo>
                                        <a:pt x="711" y="3380"/>
                                        <a:pt x="651" y="3520"/>
                                        <a:pt x="595" y="3708"/>
                                      </a:cubicBezTo>
                                      <a:cubicBezTo>
                                        <a:pt x="539" y="3896"/>
                                        <a:pt x="510" y="4155"/>
                                        <a:pt x="439" y="4375"/>
                                      </a:cubicBezTo>
                                      <a:cubicBezTo>
                                        <a:pt x="368" y="4595"/>
                                        <a:pt x="238" y="4865"/>
                                        <a:pt x="171" y="5028"/>
                                      </a:cubicBezTo>
                                      <a:cubicBezTo>
                                        <a:pt x="104" y="5191"/>
                                        <a:pt x="66" y="5269"/>
                                        <a:pt x="39" y="5352"/>
                                      </a:cubicBezTo>
                                      <a:cubicBezTo>
                                        <a:pt x="12" y="5435"/>
                                        <a:pt x="0" y="5478"/>
                                        <a:pt x="10" y="5529"/>
                                      </a:cubicBezTo>
                                      <a:cubicBezTo>
                                        <a:pt x="20" y="5580"/>
                                        <a:pt x="81" y="5630"/>
                                        <a:pt x="99"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89"/>
                              <wps:cNvSpPr>
                                <a:spLocks/>
                              </wps:cNvSpPr>
                              <wps:spPr bwMode="auto">
                                <a:xfrm>
                                  <a:off x="7416" y="3498"/>
                                  <a:ext cx="552"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90"/>
                              <wps:cNvSpPr>
                                <a:spLocks/>
                              </wps:cNvSpPr>
                              <wps:spPr bwMode="auto">
                                <a:xfrm>
                                  <a:off x="8218" y="3427"/>
                                  <a:ext cx="484"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1"/>
                              <wps:cNvSpPr>
                                <a:spLocks/>
                              </wps:cNvSpPr>
                              <wps:spPr bwMode="auto">
                                <a:xfrm>
                                  <a:off x="7247" y="4157"/>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2"/>
                              <wps:cNvSpPr>
                                <a:spLocks/>
                              </wps:cNvSpPr>
                              <wps:spPr bwMode="auto">
                                <a:xfrm>
                                  <a:off x="9592" y="6192"/>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93"/>
                              <wps:cNvSpPr>
                                <a:spLocks/>
                              </wps:cNvSpPr>
                              <wps:spPr bwMode="auto">
                                <a:xfrm>
                                  <a:off x="9227" y="6694"/>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294"/>
                              <wps:cNvSpPr>
                                <a:spLocks/>
                              </wps:cNvSpPr>
                              <wps:spPr bwMode="auto">
                                <a:xfrm>
                                  <a:off x="7320" y="3550"/>
                                  <a:ext cx="998"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295"/>
                              <wps:cNvSpPr>
                                <a:spLocks/>
                              </wps:cNvSpPr>
                              <wps:spPr bwMode="auto">
                                <a:xfrm>
                                  <a:off x="7500" y="3396"/>
                                  <a:ext cx="1673"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296"/>
                              <wps:cNvSpPr>
                                <a:spLocks/>
                              </wps:cNvSpPr>
                              <wps:spPr bwMode="auto">
                                <a:xfrm>
                                  <a:off x="8650" y="10742"/>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297"/>
                              <wps:cNvSpPr>
                                <a:spLocks/>
                              </wps:cNvSpPr>
                              <wps:spPr bwMode="auto">
                                <a:xfrm>
                                  <a:off x="7593" y="10181"/>
                                  <a:ext cx="567"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298"/>
                              <wps:cNvSpPr>
                                <a:spLocks/>
                              </wps:cNvSpPr>
                              <wps:spPr bwMode="auto">
                                <a:xfrm>
                                  <a:off x="8819" y="10873"/>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34" name="Freeform 299"/>
                              <wps:cNvSpPr>
                                <a:spLocks/>
                              </wps:cNvSpPr>
                              <wps:spPr bwMode="auto">
                                <a:xfrm>
                                  <a:off x="7212" y="3331"/>
                                  <a:ext cx="2601"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300"/>
                              <wps:cNvSpPr>
                                <a:spLocks/>
                              </wps:cNvSpPr>
                              <wps:spPr bwMode="auto">
                                <a:xfrm>
                                  <a:off x="7796" y="3864"/>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FF3AE6" id="Group 282" o:spid="_x0000_s1026" style="position:absolute;margin-left:262.3pt;margin-top:3.05pt;width:142.05pt;height:386.75pt;z-index:251650560" coordorigin="6972,3331" coordsize="284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">
                      <v:shape id="Freeform 283" o:spid="_x0000_s1027" style="position:absolute;left:7900;top:9582;width:134;height:256;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" path="m128,6v6,6,-60,40,-72,78c44,122,62,212,56,234,50,256,29,231,20,216,11,201,2,172,2,144,2,116,,71,20,48,40,25,122,,128,6xe" fillcolor="#ddd" stroked="f">
                        <v:path arrowok="t" o:connecttype="custom" o:connectlocs="128,6;56,84;56,234;20,216;2,144;20,48;128,6" o:connectangles="0,0,0,0,0,0,0"/>
                      </v:shape>
                      <v:shape id="Freeform 284" o:spid="_x0000_s1028" style="position:absolute;left:6972;top:4608;width:420;height:416;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" path="m,c26,70,52,140,120,204v68,64,178,122,288,180e" filled="f" strokecolor="gray" strokeweight="1pt">
                        <v:path arrowok="t" o:connecttype="custom" o:connectlocs="0,0;124,221;420,416" o:connectangles="0,0,0"/>
                      </v:shape>
                      <v:shape id="Freeform 285" o:spid="_x0000_s1029" style="position:absolute;left:8314;top:6550;width:442;height:646;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" path="m14,614c,646,70,558,134,506,198,454,354,352,398,302v44,-50,14,-74,,-96c384,184,348,204,314,170,280,136,204,,194,2v-10,2,56,128,60,180c258,234,256,242,218,314,180,386,28,582,14,614xe" fillcolor="#ddd" stroked="f">
                        <v:path arrowok="t" o:connecttype="custom" o:connectlocs="14,614;134,506;398,302;398,206;314,170;194,2;254,182;218,314;14,614" o:connectangles="0,0,0,0,0,0,0,0,0"/>
                      </v:shape>
                      <v:shape id="Freeform 286" o:spid="_x0000_s1030" style="position:absolute;left:7860;top:7302;width:967;height:2543;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2,1686;463,1288;588,724;744,282;950,8;847,330;775,594;682,983;564,1410;360,1861;216,2262" o:connectangles="0,0,0,0,0,0,0,0,0,0,0,0,0,0"/>
                      </v:shape>
                      <v:shape id="Freeform 287" o:spid="_x0000_s1031" style="position:absolute;left:8136;top:7046;width:965;height:2806;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3,1676;497,1148;574,864;725,332;833,12;958,406;874,824;540,1522;290,2040;151,2376;120,2806" o:connectangles="0,0,0,0,0,0,0,0,0,0,0,0,0"/>
                      </v:shape>
                      <v:shape id="Freeform 288" o:spid="_x0000_s1032" style="position:absolute;left:7807;top:4234;width:1074;height:5656;visibility:visible;mso-wrap-style:square;v-text-anchor:top" coordsize="1074,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" path="m275,290c267,251,194,,233,56v39,56,166,318,276,570c619,878,805,1330,893,1568v88,238,115,308,144,486c1066,2232,1074,2491,1067,2636v-7,145,-24,186,-72,288c947,3026,845,3118,778,3249v-67,131,-127,271,-183,459c539,3896,510,4155,439,4375v-71,220,-201,490,-268,653c104,5191,66,5269,39,5352,12,5435,,5478,10,5529v10,51,71,101,89,127e" filled="f" strokecolor="#333">
                        <v:path arrowok="t" o:connecttype="custom" o:connectlocs="275,290;233,56;509,626;893,1568;1037,2054;1067,2636;995,2924;778,3249;595,3708;439,4375;171,5028;39,5352;10,5529;99,5656" o:connectangles="0,0,0,0,0,0,0,0,0,0,0,0,0,0"/>
                      </v:shape>
                      <v:shape id="Freeform 289" o:spid="_x0000_s1033" style="position:absolute;left:7416;top:3498;width:552;height:1080;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" path="m,c52,55,232,235,306,330v74,95,107,161,138,240c475,649,474,719,492,804v18,85,48,219,60,276e" filled="f" strokecolor="#333">
                        <v:path arrowok="t" o:connecttype="custom" o:connectlocs="0,0;306,330;444,570;492,804;552,1080" o:connectangles="0,0,0,0,0"/>
                      </v:shape>
                      <v:shape id="Freeform 290" o:spid="_x0000_s1034" style="position:absolute;left:8218;top:3427;width:484;height:595;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" path="m470,581v14,14,-38,-48,-65,-84c378,461,334,412,309,367,284,322,266,266,252,228,238,190,234,157,223,137v-11,-20,-5,-9,-39,-31c150,84,42,10,21,5,,,34,39,60,75v26,36,74,91,117,148c220,280,274,354,321,415v47,61,135,152,149,166xe" fillcolor="#ddd" stroked="f">
                        <v:path arrowok="t" o:connecttype="custom" o:connectlocs="470,581;405,497;309,367;252,228;223,137;184,106;21,5;60,75;177,223;321,415;470,581" o:connectangles="0,0,0,0,0,0,0,0,0,0,0"/>
                      </v:shape>
                      <v:shape id="Freeform 291" o:spid="_x0000_s1035" style="position:absolute;left:7247;top:4157;width:184;height:825;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292" o:spid="_x0000_s1036" style="position:absolute;left:9592;top:6192;width:154;height:102;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" path="m146,102v-8,,-36,-44,-60,-60c62,26,,12,2,6,4,,76,,98,6v22,6,30,21,36,36c140,57,154,102,146,102xe" fillcolor="#ddd" stroked="f">
                        <v:path arrowok="t" o:connecttype="custom" o:connectlocs="146,102;86,42;2,6;98,6;134,42;146,102" o:connectangles="0,0,0,0,0,0"/>
                      </v:shape>
                      <v:shape id="Freeform 293" o:spid="_x0000_s1037" style="position:absolute;left:9227;top:6694;width:230;height:909;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294" o:spid="_x0000_s1038" style="position:absolute;left:7320;top:3550;width:998;height:614;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" path="m,614c29,524,57,436,144,350,231,264,381,158,523,100,665,42,899,21,998,e" filled="f">
                        <v:stroke dashstyle="1 1" endcap="round"/>
                        <v:path arrowok="t" o:connecttype="custom" o:connectlocs="0,614;144,350;523,100;998,0" o:connectangles="0,0,0,0"/>
                      </v:shape>
                      <v:shape id="Freeform 295" o:spid="_x0000_s1039" style="position:absolute;left:7500;top:3396;width:1673;height:6456;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0,318;648,786;1008,1554;1332,2370;1482,2868;1524,3324;1542,3576;1668,4056;1572,4518;1182,5328;912,5880;840,6144;828,6456" o:connectangles="0,0,0,0,0,0,0,0,0,0,0,0,0,0"/>
                      </v:shape>
                      <v:shape id="Freeform 296" o:spid="_x0000_s1040" style="position:absolute;left:8650;top:10742;width:232;height:138;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" path="m232,130v-12,,-45,8,-74,c129,122,83,101,57,79,31,57,12,16,,e" filled="f" strokecolor="gray">
                        <v:path arrowok="t" o:connecttype="custom" o:connectlocs="232,130;158,130;57,79;0,0" o:connectangles="0,0,0,0"/>
                      </v:shape>
                      <v:shape id="Freeform 297" o:spid="_x0000_s1041" style="position:absolute;left:7593;top:10181;width:567;height:562;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" path="m555,559v12,-3,-38,-81,-60,-132c473,376,455,304,423,253,391,202,357,155,303,121,249,87,148,69,99,49,50,29,18,2,9,1,,,23,27,45,43v22,16,64,29,96,54c173,122,207,158,237,193v30,35,53,72,84,114c352,349,384,406,423,445v39,39,120,117,132,114xe" fillcolor="#ddd" stroked="f">
                        <v:path arrowok="t" o:connecttype="custom" o:connectlocs="555,559;495,427;423,253;303,121;99,49;9,1;45,43;141,97;237,193;321,307;423,445;555,559" o:connectangles="0,0,0,0,0,0,0,0,0,0,0,0"/>
                      </v:shape>
                      <v:shape id="Freeform 298" o:spid="_x0000_s1042" style="position:absolute;left:8819;top:10873;width:99;height:5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" path="m71,1c84,,89,10,92,18v3,8,7,24,,29c85,52,63,49,49,49,35,49,12,51,6,47,,43,2,29,13,23,24,17,58,2,71,1xe" fillcolor="silver" strokecolor="gray">
                        <v:path arrowok="t" o:connecttype="custom" o:connectlocs="71,1;92,18;92,47;49,49;6,47;13,23;71,1" o:connectangles="0,0,0,0,0,0,0"/>
                      </v:shape>
                      <v:shape id="Freeform 299" o:spid="_x0000_s1043" style="position:absolute;left:7212;top:3331;width:2601;height:7735;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0,2059;816,2525;1044,2801;1212,3149;1325,3425;1164,3684;914,4097;833,4462;799,4846;660,5441;554,5907;360,6209;168,6389;144,6581;312,6797;456,6917;576,7007;798,7301;938,7438;1092,7625;1284,7709;1428,7697;1512,7733;1692,7709;1758,7607;1644,7517;1534,7469;1428,7402;1320,7193;1224,6827;1164,6575;1248,6101;1476,5561;1800,4949;2112,4169;2256,3857;2508,3437;2598,3149;2526,2909;2376,2417;2191,1913;1908,1349;1596,845;1493,694;1452,533;1399,327;1366,0" o:connectangles="0,0,0,0,0,0,0,0,0,0,0,0,0,0,0,0,0,0,0,0,0,0,0,0,0,0,0,0,0,0,0,0,0,0,0,0,0,0,0,0,0,0,0,0,0,0,0,0,0"/>
                      </v:shape>
                      <v:shape id="Freeform 300" o:spid="_x0000_s1044" style="position:absolute;left:7796;top:3864;width:40;height:600;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" path="m40,c24,76,8,152,4,252,,352,8,476,16,600e" filled="f" strokecolor="white" strokeweight="3pt">
                        <v:path arrowok="t" o:connecttype="custom" o:connectlocs="40,0;4,252;16,600" o:connectangles="0,0,0"/>
                      </v:shape>
                    </v:group>
                  </w:pict>
                </mc:Fallback>
              </mc:AlternateContent>
            </w:r>
          </w:p>
        </w:tc>
      </w:tr>
      <w:tr w:rsidR="00894682" w:rsidRPr="001906A2" w:rsidTr="0025571B">
        <w:tc>
          <w:tcPr>
            <w:tcW w:w="1708" w:type="dxa"/>
            <w:shd w:val="clear" w:color="auto" w:fill="E6E6E6"/>
            <w:tcMar>
              <w:top w:w="28" w:type="dxa"/>
              <w:left w:w="57" w:type="dxa"/>
              <w:bottom w:w="28" w:type="dxa"/>
              <w:right w:w="57" w:type="dxa"/>
            </w:tcMa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58752"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7" name="Line 327"/>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328"/>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AFD2537" id="Group 326" o:spid="_x0000_s1026" style="position:absolute;margin-left:68.7pt;margin-top:1.4pt;width:15.35pt;height:6.85pt;z-index:251658752"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">
                      <v:line id="Line 327"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328"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894682" w:rsidRPr="001906A2">
              <w:rPr>
                <w:rFonts w:ascii="Arial" w:hAnsi="Arial" w:cs="Arial"/>
                <w:color w:val="808080"/>
                <w:sz w:val="16"/>
                <w:szCs w:val="16"/>
              </w:rPr>
              <w:t>Legend:</w:t>
            </w:r>
          </w:p>
        </w:tc>
        <w:tc>
          <w:tcPr>
            <w:tcW w:w="7931" w:type="dxa"/>
            <w:gridSpan w:val="4"/>
            <w:shd w:val="clear" w:color="auto" w:fill="E6E6E6"/>
            <w:tcMar>
              <w:top w:w="28" w:type="dxa"/>
              <w:bottom w:w="28" w:type="dxa"/>
            </w:tcMar>
            <w:vAlign w:val="cente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60800" behindDoc="0" locked="0" layoutInCell="1" allowOverlap="1">
                      <wp:simplePos x="0" y="0"/>
                      <wp:positionH relativeFrom="column">
                        <wp:posOffset>2700020</wp:posOffset>
                      </wp:positionH>
                      <wp:positionV relativeFrom="paragraph">
                        <wp:posOffset>17780</wp:posOffset>
                      </wp:positionV>
                      <wp:extent cx="194945" cy="86995"/>
                      <wp:effectExtent l="13335" t="10160" r="10795" b="7620"/>
                      <wp:wrapNone/>
                      <wp:docPr id="11"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13" name="Line 334"/>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Line 335"/>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Freeform 336"/>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337"/>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2C3F18" id="Group 333" o:spid="_x0000_s1026" style="position:absolute;margin-left:212.6pt;margin-top:1.4pt;width:15.35pt;height:6.85pt;z-index:251660800"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">
                      <v:line id="Line 334"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335"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336"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337"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59776" behindDoc="0" locked="0" layoutInCell="1" allowOverlap="1">
                      <wp:simplePos x="0" y="0"/>
                      <wp:positionH relativeFrom="column">
                        <wp:posOffset>2009140</wp:posOffset>
                      </wp:positionH>
                      <wp:positionV relativeFrom="paragraph">
                        <wp:posOffset>16510</wp:posOffset>
                      </wp:positionV>
                      <wp:extent cx="194945" cy="85725"/>
                      <wp:effectExtent l="46355" t="8890" r="44450" b="10160"/>
                      <wp:wrapNone/>
                      <wp:docPr id="7"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136" name="Line 330"/>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155" name="Line 331"/>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 name="Line 332"/>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15BAFB8" id="Group 329" o:spid="_x0000_s1026" style="position:absolute;margin-left:158.2pt;margin-top:1.3pt;width:15.35pt;height:6.75pt;z-index:251659776"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">
                      <v:line id="Line 330"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" strokecolor="red" strokeweight="6pt"/>
                      <v:line id="Line 331"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332"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w:pict>
                </mc:Fallback>
              </mc:AlternateContent>
            </w:r>
            <w:r w:rsidRPr="001906A2">
              <w:rPr>
                <w:rFonts w:ascii="Arial" w:hAnsi="Arial" w:cs="Arial"/>
                <w:noProof/>
                <w:color w:val="808080"/>
                <w:sz w:val="16"/>
                <w:szCs w:val="16"/>
                <w:lang w:val="en-GB" w:eastAsia="en-GB"/>
              </w:rPr>
              <mc:AlternateContent>
                <mc:Choice Requires="wps">
                  <w:drawing>
                    <wp:anchor distT="0" distB="0" distL="114300" distR="114300" simplePos="0" relativeHeight="251657728" behindDoc="0" locked="0" layoutInCell="1" allowOverlap="1">
                      <wp:simplePos x="0" y="0"/>
                      <wp:positionH relativeFrom="column">
                        <wp:posOffset>781685</wp:posOffset>
                      </wp:positionH>
                      <wp:positionV relativeFrom="paragraph">
                        <wp:posOffset>62230</wp:posOffset>
                      </wp:positionV>
                      <wp:extent cx="194310" cy="0"/>
                      <wp:effectExtent l="38100" t="45085" r="43815" b="40640"/>
                      <wp:wrapNone/>
                      <wp:docPr id="6"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2074F" id="Line 32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mVNiQ&#10;FAIAACoEAAAOAAAAAAAAAAAAAAAAAC4CAABkcnMvZTJvRG9jLnhtbFBLAQItABQABgAIAAAAIQC2&#10;o5pL2gAAAAcBAAAPAAAAAAAAAAAAAAAAAG4EAABkcnMvZG93bnJldi54bWxQSwUGAAAAAAQABADz&#10;AAAAdQUAAAAA&#10;" strokecolor="navy" strokeweight="6pt"/>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61824" behindDoc="0" locked="0" layoutInCell="1" allowOverlap="1">
                      <wp:simplePos x="0" y="0"/>
                      <wp:positionH relativeFrom="column">
                        <wp:posOffset>3930015</wp:posOffset>
                      </wp:positionH>
                      <wp:positionV relativeFrom="paragraph">
                        <wp:posOffset>15875</wp:posOffset>
                      </wp:positionV>
                      <wp:extent cx="194945" cy="89535"/>
                      <wp:effectExtent l="5080" t="8255" r="9525" b="6985"/>
                      <wp:wrapNone/>
                      <wp:docPr id="2"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162" name="Freeform 339"/>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3" name="Line 340"/>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Line 341"/>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643154" id="Group 338" o:spid="_x0000_s1026" style="position:absolute;margin-left:309.45pt;margin-top:1.25pt;width:15.35pt;height:7.05pt;z-index:251661824"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">
                      <v:shape id="Freeform 339"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" path="m,c25,65,22,43,22,67v,23,3,2,-22,73c118,139,237,138,237,138,214,65,217,90,217,67,216,45,214,65,236,,102,2,,,,xe" fillcolor="#333" stroked="f">
                        <v:path arrowok="t" o:connecttype="custom" o:connectlocs="0,0;22,67;0,140;237,138;217,67;236,0;0,0" o:connectangles="0,0,0,0,0,0,0"/>
                      </v:shape>
                      <v:line id="Line 340"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341"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group>
                  </w:pict>
                </mc:Fallback>
              </mc:AlternateContent>
            </w:r>
            <w:r w:rsidR="00894682" w:rsidRPr="001906A2">
              <w:rPr>
                <w:rFonts w:ascii="Arial" w:hAnsi="Arial" w:cs="Arial"/>
                <w:color w:val="808080"/>
                <w:sz w:val="16"/>
                <w:szCs w:val="16"/>
              </w:rPr>
              <w:t>Normal Deep              Normal Superficial              Reflux              Chronic Thrombus              Acute Thrombus</w:t>
            </w:r>
          </w:p>
        </w:tc>
      </w:tr>
      <w:tr w:rsidR="00894682"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894682" w:rsidRDefault="00894682" w:rsidP="001906A2">
            <w:pPr>
              <w:tabs>
                <w:tab w:val="left" w:pos="2127"/>
              </w:tabs>
              <w:rPr>
                <w:rFonts w:ascii="Arial" w:hAnsi="Arial" w:cs="Arial"/>
                <w:bCs/>
                <w:color w:val="808080"/>
                <w:sz w:val="18"/>
                <w:szCs w:val="18"/>
              </w:rPr>
            </w:pPr>
          </w:p>
          <w:p w:rsidR="00894682" w:rsidRPr="001906A2" w:rsidRDefault="00894682" w:rsidP="001906A2">
            <w:pPr>
              <w:tabs>
                <w:tab w:val="left" w:pos="2127"/>
              </w:tabs>
              <w:rPr>
                <w:rFonts w:ascii="Arial" w:hAnsi="Arial" w:cs="Arial"/>
                <w:color w:val="808080"/>
                <w:sz w:val="18"/>
                <w:szCs w:val="18"/>
              </w:rPr>
            </w:pPr>
            <w:r w:rsidRPr="001906A2">
              <w:rPr>
                <w:rFonts w:ascii="Arial" w:hAnsi="Arial" w:cs="Arial"/>
                <w:bCs/>
                <w:color w:val="808080"/>
                <w:sz w:val="18"/>
                <w:szCs w:val="18"/>
              </w:rPr>
              <w:t>Deep Veins:</w:t>
            </w:r>
          </w:p>
        </w:tc>
        <w:tc>
          <w:tcPr>
            <w:tcW w:w="3839" w:type="dxa"/>
            <w:shd w:val="clear" w:color="auto" w:fill="auto"/>
            <w:tcMar>
              <w:top w:w="28" w:type="dxa"/>
              <w:bottom w:w="28" w:type="dxa"/>
            </w:tcMar>
          </w:tcPr>
          <w:p w:rsidR="00894682" w:rsidRPr="00894682" w:rsidRDefault="00894682" w:rsidP="001906A2">
            <w:pPr>
              <w:tabs>
                <w:tab w:val="left" w:pos="867"/>
              </w:tabs>
              <w:rPr>
                <w:rFonts w:ascii="Arial" w:hAnsi="Arial" w:cs="Arial"/>
                <w:b/>
                <w:sz w:val="18"/>
                <w:szCs w:val="20"/>
              </w:rPr>
            </w:pPr>
            <w:r>
              <w:rPr>
                <w:rFonts w:ascii="Arial" w:hAnsi="Arial" w:cs="Arial"/>
                <w:b/>
                <w:sz w:val="18"/>
                <w:szCs w:val="20"/>
              </w:rPr>
              <w:t>Right</w:t>
            </w:r>
          </w:p>
          <w:p w:rsidR="00894682" w:rsidRDefault="00894682" w:rsidP="00441CD2">
            <w:pPr>
              <w:tabs>
                <w:tab w:val="left" w:pos="867"/>
              </w:tabs>
              <w:rPr>
                <w:rFonts w:ascii="Arial" w:hAnsi="Arial" w:cs="Arial"/>
                <w:sz w:val="18"/>
                <w:szCs w:val="20"/>
              </w:rPr>
            </w:pPr>
            <w:r>
              <w:rPr>
                <w:rFonts w:ascii="Arial" w:hAnsi="Arial" w:cs="Arial"/>
                <w:sz w:val="18"/>
                <w:szCs w:val="20"/>
              </w:rPr>
              <w:t>Patent</w:t>
            </w:r>
            <w:r w:rsidR="00441CD2">
              <w:rPr>
                <w:rFonts w:ascii="Arial" w:hAnsi="Arial" w:cs="Arial"/>
                <w:sz w:val="18"/>
                <w:szCs w:val="20"/>
              </w:rPr>
              <w:t>. Incompetent CFV.</w:t>
            </w:r>
          </w:p>
        </w:tc>
        <w:tc>
          <w:tcPr>
            <w:tcW w:w="3832" w:type="dxa"/>
            <w:shd w:val="clear" w:color="auto" w:fill="auto"/>
          </w:tcPr>
          <w:p w:rsidR="00894682" w:rsidRDefault="00894682" w:rsidP="001906A2">
            <w:pPr>
              <w:tabs>
                <w:tab w:val="left" w:pos="867"/>
              </w:tabs>
              <w:rPr>
                <w:rFonts w:ascii="Arial" w:hAnsi="Arial"/>
                <w:b/>
                <w:bCs/>
                <w:sz w:val="18"/>
                <w:szCs w:val="18"/>
              </w:rPr>
            </w:pPr>
            <w:r>
              <w:rPr>
                <w:rFonts w:ascii="Arial" w:hAnsi="Arial"/>
                <w:b/>
                <w:bCs/>
                <w:sz w:val="18"/>
                <w:szCs w:val="18"/>
              </w:rPr>
              <w:t>Left</w:t>
            </w:r>
          </w:p>
          <w:p w:rsidR="00951099" w:rsidRPr="001906A2" w:rsidRDefault="00951099" w:rsidP="00441CD2">
            <w:pPr>
              <w:tabs>
                <w:tab w:val="left" w:pos="867"/>
              </w:tabs>
              <w:rPr>
                <w:rFonts w:ascii="Arial" w:hAnsi="Arial"/>
                <w:b/>
                <w:bCs/>
                <w:sz w:val="18"/>
                <w:szCs w:val="18"/>
              </w:rPr>
            </w:pPr>
            <w:r>
              <w:rPr>
                <w:rFonts w:ascii="Arial" w:hAnsi="Arial" w:cs="Arial"/>
                <w:sz w:val="18"/>
                <w:szCs w:val="20"/>
              </w:rPr>
              <w:t>Patent</w:t>
            </w:r>
            <w:r w:rsidR="00441CD2">
              <w:rPr>
                <w:rFonts w:ascii="Arial" w:hAnsi="Arial" w:cs="Arial"/>
                <w:sz w:val="18"/>
                <w:szCs w:val="20"/>
              </w:rPr>
              <w:t>. Incompetent CFV-POPV.</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951099" w:rsidP="00951099">
            <w:pPr>
              <w:tabs>
                <w:tab w:val="left" w:pos="2127"/>
              </w:tabs>
              <w:rPr>
                <w:rFonts w:ascii="Arial" w:hAnsi="Arial" w:cs="Arial"/>
                <w:bCs/>
                <w:color w:val="808080"/>
                <w:sz w:val="18"/>
                <w:szCs w:val="18"/>
              </w:rPr>
            </w:pPr>
            <w:r w:rsidRPr="001906A2">
              <w:rPr>
                <w:rFonts w:ascii="Arial" w:hAnsi="Arial" w:cs="Arial"/>
                <w:color w:val="808080"/>
                <w:sz w:val="18"/>
                <w:szCs w:val="18"/>
              </w:rPr>
              <w:t>Superficial Veins:</w:t>
            </w:r>
          </w:p>
        </w:tc>
        <w:tc>
          <w:tcPr>
            <w:tcW w:w="3839" w:type="dxa"/>
            <w:shd w:val="clear" w:color="auto" w:fill="auto"/>
            <w:tcMar>
              <w:top w:w="28" w:type="dxa"/>
              <w:bottom w:w="28" w:type="dxa"/>
            </w:tcMar>
          </w:tcPr>
          <w:p w:rsidR="00951099" w:rsidRDefault="00441CD2" w:rsidP="00951099">
            <w:pPr>
              <w:tabs>
                <w:tab w:val="left" w:pos="867"/>
              </w:tabs>
              <w:rPr>
                <w:rFonts w:ascii="Arial" w:hAnsi="Arial" w:cs="Arial"/>
                <w:sz w:val="18"/>
                <w:szCs w:val="20"/>
              </w:rPr>
            </w:pPr>
            <w:r>
              <w:rPr>
                <w:rFonts w:ascii="Arial" w:hAnsi="Arial" w:cs="Arial"/>
                <w:sz w:val="18"/>
                <w:szCs w:val="20"/>
              </w:rPr>
              <w:t>The LSV is incompetent throughout the thigh and proximal calf. The LSV courses superficially in the distal thigh where it lies 1.6mm from the skin surface and measures 5.6mm in diameter.</w:t>
            </w:r>
          </w:p>
          <w:p w:rsidR="00441CD2" w:rsidRPr="001906A2" w:rsidRDefault="00441CD2" w:rsidP="00951099">
            <w:pPr>
              <w:tabs>
                <w:tab w:val="left" w:pos="867"/>
              </w:tabs>
              <w:rPr>
                <w:rFonts w:ascii="Arial" w:hAnsi="Arial"/>
                <w:b/>
                <w:bCs/>
                <w:sz w:val="18"/>
                <w:szCs w:val="18"/>
              </w:rPr>
            </w:pPr>
            <w:r>
              <w:rPr>
                <w:rFonts w:ascii="Arial" w:hAnsi="Arial" w:cs="Arial"/>
                <w:sz w:val="18"/>
                <w:szCs w:val="20"/>
              </w:rPr>
              <w:t>The SSV is patent and competent proximally.</w:t>
            </w:r>
          </w:p>
        </w:tc>
        <w:tc>
          <w:tcPr>
            <w:tcW w:w="3832" w:type="dxa"/>
            <w:shd w:val="clear" w:color="auto" w:fill="auto"/>
          </w:tcPr>
          <w:p w:rsidR="00951099" w:rsidRDefault="00441CD2" w:rsidP="00951099">
            <w:pPr>
              <w:tabs>
                <w:tab w:val="left" w:pos="867"/>
              </w:tabs>
              <w:rPr>
                <w:rFonts w:ascii="Arial" w:hAnsi="Arial" w:cs="Arial"/>
                <w:sz w:val="18"/>
                <w:szCs w:val="20"/>
              </w:rPr>
            </w:pPr>
            <w:r>
              <w:rPr>
                <w:rFonts w:ascii="Arial" w:hAnsi="Arial" w:cs="Arial"/>
                <w:sz w:val="18"/>
                <w:szCs w:val="20"/>
              </w:rPr>
              <w:t>Patent. The LSV is incompetent throughout the thigh and proximal calf. The LSV measures 3.9mm in diameter in the distal calf.</w:t>
            </w:r>
          </w:p>
          <w:p w:rsidR="00441CD2" w:rsidRPr="001906A2" w:rsidRDefault="00441CD2" w:rsidP="00951099">
            <w:pPr>
              <w:tabs>
                <w:tab w:val="left" w:pos="867"/>
              </w:tabs>
              <w:rPr>
                <w:rFonts w:ascii="Arial" w:hAnsi="Arial"/>
                <w:b/>
                <w:bCs/>
                <w:sz w:val="18"/>
                <w:szCs w:val="18"/>
              </w:rPr>
            </w:pPr>
            <w:r>
              <w:rPr>
                <w:rFonts w:ascii="Arial" w:hAnsi="Arial" w:cs="Arial"/>
                <w:sz w:val="18"/>
                <w:szCs w:val="20"/>
              </w:rPr>
              <w:t>The SSV is patent and competent proximally.</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r w:rsidRPr="001906A2">
              <w:rPr>
                <w:rFonts w:ascii="Arial" w:hAnsi="Arial" w:cs="Arial"/>
                <w:color w:val="808080"/>
                <w:sz w:val="18"/>
                <w:szCs w:val="18"/>
              </w:rPr>
              <w:t>Perforators:</w:t>
            </w:r>
          </w:p>
        </w:tc>
        <w:tc>
          <w:tcPr>
            <w:tcW w:w="3839" w:type="dxa"/>
            <w:shd w:val="clear" w:color="auto" w:fill="auto"/>
            <w:tcMar>
              <w:top w:w="28" w:type="dxa"/>
              <w:bottom w:w="28" w:type="dxa"/>
            </w:tcMar>
          </w:tcPr>
          <w:p w:rsidR="00951099" w:rsidRPr="001906A2" w:rsidRDefault="00951099" w:rsidP="00951099">
            <w:pPr>
              <w:tabs>
                <w:tab w:val="left" w:pos="867"/>
              </w:tabs>
              <w:rPr>
                <w:rFonts w:ascii="Arial" w:hAnsi="Arial"/>
                <w:b/>
                <w:bCs/>
                <w:sz w:val="18"/>
                <w:szCs w:val="18"/>
              </w:rPr>
            </w:pPr>
            <w:r w:rsidRPr="001906A2">
              <w:rPr>
                <w:rFonts w:ascii="Arial" w:hAnsi="Arial" w:cs="Arial"/>
                <w:sz w:val="18"/>
                <w:szCs w:val="20"/>
              </w:rPr>
              <w:t>No incompetent perforators were detected.</w:t>
            </w:r>
          </w:p>
        </w:tc>
        <w:tc>
          <w:tcPr>
            <w:tcW w:w="3832" w:type="dxa"/>
            <w:shd w:val="clear" w:color="auto" w:fill="auto"/>
          </w:tcPr>
          <w:p w:rsidR="00951099" w:rsidRPr="001906A2" w:rsidRDefault="00951099" w:rsidP="00951099">
            <w:pPr>
              <w:tabs>
                <w:tab w:val="left" w:pos="867"/>
              </w:tabs>
              <w:rPr>
                <w:rFonts w:ascii="Arial" w:hAnsi="Arial"/>
                <w:b/>
                <w:bCs/>
                <w:sz w:val="18"/>
                <w:szCs w:val="18"/>
              </w:rPr>
            </w:pPr>
            <w:r w:rsidRPr="001906A2">
              <w:rPr>
                <w:rFonts w:ascii="Arial" w:hAnsi="Arial" w:cs="Arial"/>
                <w:sz w:val="18"/>
                <w:szCs w:val="20"/>
              </w:rPr>
              <w:t>No incompetent perforators were detected.</w:t>
            </w:r>
          </w:p>
        </w:tc>
      </w:tr>
      <w:tr w:rsidR="00441CD2" w:rsidRPr="001906A2" w:rsidTr="000B5343">
        <w:trPr>
          <w:gridAfter w:val="1"/>
          <w:wAfter w:w="13" w:type="dxa"/>
        </w:trPr>
        <w:tc>
          <w:tcPr>
            <w:tcW w:w="1955" w:type="dxa"/>
            <w:gridSpan w:val="2"/>
            <w:shd w:val="clear" w:color="auto" w:fill="auto"/>
            <w:tcMar>
              <w:top w:w="28" w:type="dxa"/>
              <w:left w:w="57" w:type="dxa"/>
              <w:bottom w:w="28" w:type="dxa"/>
              <w:right w:w="57" w:type="dxa"/>
            </w:tcMar>
          </w:tcPr>
          <w:p w:rsidR="00441CD2" w:rsidRPr="001906A2" w:rsidRDefault="00441CD2" w:rsidP="00951099">
            <w:pPr>
              <w:tabs>
                <w:tab w:val="left" w:pos="2127"/>
              </w:tabs>
              <w:rPr>
                <w:rFonts w:ascii="Arial" w:hAnsi="Arial" w:cs="Arial"/>
                <w:color w:val="808080"/>
                <w:sz w:val="18"/>
                <w:szCs w:val="18"/>
              </w:rPr>
            </w:pPr>
            <w:r>
              <w:rPr>
                <w:rFonts w:ascii="Arial" w:hAnsi="Arial" w:cs="Arial"/>
                <w:color w:val="808080"/>
                <w:sz w:val="18"/>
                <w:szCs w:val="18"/>
              </w:rPr>
              <w:t>Arterial spot check:</w:t>
            </w:r>
          </w:p>
        </w:tc>
        <w:tc>
          <w:tcPr>
            <w:tcW w:w="7671" w:type="dxa"/>
            <w:gridSpan w:val="2"/>
            <w:shd w:val="clear" w:color="auto" w:fill="auto"/>
            <w:tcMar>
              <w:top w:w="28" w:type="dxa"/>
              <w:bottom w:w="28" w:type="dxa"/>
            </w:tcMar>
          </w:tcPr>
          <w:p w:rsidR="00441CD2" w:rsidRPr="001906A2" w:rsidRDefault="00441CD2" w:rsidP="00441CD2">
            <w:pPr>
              <w:tabs>
                <w:tab w:val="left" w:pos="867"/>
              </w:tabs>
              <w:rPr>
                <w:rFonts w:ascii="Arial" w:hAnsi="Arial"/>
                <w:b/>
                <w:bCs/>
                <w:sz w:val="18"/>
                <w:szCs w:val="18"/>
              </w:rPr>
            </w:pPr>
            <w:r>
              <w:rPr>
                <w:rFonts w:ascii="Arial" w:hAnsi="Arial"/>
                <w:bCs/>
                <w:sz w:val="18"/>
                <w:szCs w:val="18"/>
              </w:rPr>
              <w:t xml:space="preserve">The Popliteal arteries had </w:t>
            </w:r>
            <w:proofErr w:type="spellStart"/>
            <w:r>
              <w:rPr>
                <w:rFonts w:ascii="Arial" w:hAnsi="Arial"/>
                <w:bCs/>
                <w:sz w:val="18"/>
                <w:szCs w:val="18"/>
              </w:rPr>
              <w:t>triphasic</w:t>
            </w:r>
            <w:proofErr w:type="spellEnd"/>
            <w:r>
              <w:rPr>
                <w:rFonts w:ascii="Arial" w:hAnsi="Arial"/>
                <w:bCs/>
                <w:sz w:val="18"/>
                <w:szCs w:val="18"/>
              </w:rPr>
              <w:t xml:space="preserve"> waveforms bilaterally.</w:t>
            </w:r>
          </w:p>
        </w:tc>
      </w:tr>
      <w:tr w:rsidR="00951099" w:rsidRPr="001906A2" w:rsidTr="0025571B">
        <w:trPr>
          <w:gridAfter w:val="1"/>
          <w:wAfter w:w="13" w:type="dxa"/>
        </w:trPr>
        <w:tc>
          <w:tcPr>
            <w:tcW w:w="1955" w:type="dxa"/>
            <w:gridSpan w:val="2"/>
            <w:shd w:val="clear" w:color="auto" w:fill="auto"/>
            <w:tcMar>
              <w:top w:w="28" w:type="dxa"/>
              <w:left w:w="57" w:type="dxa"/>
              <w:bottom w:w="28" w:type="dxa"/>
              <w:right w:w="57" w:type="dxa"/>
            </w:tcMar>
          </w:tcPr>
          <w:p w:rsidR="00951099" w:rsidRPr="001906A2" w:rsidRDefault="00441CD2" w:rsidP="00951099">
            <w:pPr>
              <w:tabs>
                <w:tab w:val="left" w:pos="2127"/>
              </w:tabs>
              <w:rPr>
                <w:rFonts w:ascii="Arial" w:hAnsi="Arial" w:cs="Arial"/>
                <w:color w:val="808080"/>
                <w:sz w:val="18"/>
                <w:szCs w:val="18"/>
              </w:rPr>
            </w:pPr>
            <w:r>
              <w:rPr>
                <w:rFonts w:ascii="Arial" w:hAnsi="Arial" w:cs="Arial"/>
                <w:color w:val="808080"/>
                <w:sz w:val="18"/>
                <w:szCs w:val="18"/>
              </w:rPr>
              <w:t>Comments:</w:t>
            </w:r>
          </w:p>
        </w:tc>
        <w:tc>
          <w:tcPr>
            <w:tcW w:w="7671" w:type="dxa"/>
            <w:gridSpan w:val="2"/>
            <w:shd w:val="clear" w:color="auto" w:fill="auto"/>
            <w:tcMar>
              <w:top w:w="28" w:type="dxa"/>
              <w:bottom w:w="28" w:type="dxa"/>
            </w:tcMar>
          </w:tcPr>
          <w:p w:rsidR="00951099" w:rsidRDefault="00441CD2" w:rsidP="00441CD2">
            <w:pPr>
              <w:tabs>
                <w:tab w:val="left" w:pos="867"/>
              </w:tabs>
              <w:rPr>
                <w:rFonts w:ascii="Arial" w:hAnsi="Arial"/>
                <w:bCs/>
                <w:sz w:val="18"/>
                <w:szCs w:val="18"/>
              </w:rPr>
            </w:pPr>
            <w:r w:rsidRPr="00441CD2">
              <w:rPr>
                <w:rFonts w:ascii="Arial" w:hAnsi="Arial"/>
                <w:bCs/>
                <w:sz w:val="18"/>
                <w:szCs w:val="18"/>
              </w:rPr>
              <w:t xml:space="preserve">Unable to </w:t>
            </w:r>
            <w:r>
              <w:rPr>
                <w:rFonts w:ascii="Arial" w:hAnsi="Arial"/>
                <w:bCs/>
                <w:sz w:val="18"/>
                <w:szCs w:val="18"/>
              </w:rPr>
              <w:t>assess</w:t>
            </w:r>
            <w:r w:rsidRPr="00441CD2">
              <w:rPr>
                <w:rFonts w:ascii="Arial" w:hAnsi="Arial"/>
                <w:bCs/>
                <w:sz w:val="18"/>
                <w:szCs w:val="18"/>
              </w:rPr>
              <w:t xml:space="preserve"> the calf veins due to overlying bandaging. </w:t>
            </w:r>
          </w:p>
          <w:p w:rsidR="00441CD2" w:rsidRPr="00441CD2" w:rsidRDefault="00441CD2" w:rsidP="00441CD2">
            <w:pPr>
              <w:tabs>
                <w:tab w:val="left" w:pos="867"/>
              </w:tabs>
              <w:rPr>
                <w:rFonts w:ascii="Arial" w:hAnsi="Arial"/>
                <w:bCs/>
                <w:sz w:val="18"/>
                <w:szCs w:val="18"/>
              </w:rPr>
            </w:pPr>
          </w:p>
        </w:tc>
      </w:tr>
      <w:tr w:rsidR="00951099" w:rsidRPr="001906A2" w:rsidTr="0025571B">
        <w:trPr>
          <w:gridAfter w:val="1"/>
          <w:wAfter w:w="13" w:type="dxa"/>
        </w:trPr>
        <w:tc>
          <w:tcPr>
            <w:tcW w:w="1955" w:type="dxa"/>
            <w:gridSpan w:val="2"/>
            <w:shd w:val="clear" w:color="auto" w:fill="E6E6E6"/>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r w:rsidRPr="001906A2">
              <w:rPr>
                <w:rFonts w:ascii="Arial" w:hAnsi="Arial"/>
                <w:color w:val="808080"/>
                <w:sz w:val="18"/>
                <w:szCs w:val="18"/>
              </w:rPr>
              <w:t>Scanned by:</w:t>
            </w:r>
          </w:p>
        </w:tc>
        <w:tc>
          <w:tcPr>
            <w:tcW w:w="7671" w:type="dxa"/>
            <w:gridSpan w:val="2"/>
            <w:shd w:val="clear" w:color="auto" w:fill="E6E6E6"/>
            <w:tcMar>
              <w:top w:w="28" w:type="dxa"/>
              <w:bottom w:w="28" w:type="dxa"/>
            </w:tcMar>
          </w:tcPr>
          <w:p w:rsidR="00951099" w:rsidRPr="001906A2" w:rsidRDefault="00951099" w:rsidP="00951099">
            <w:pPr>
              <w:tabs>
                <w:tab w:val="left" w:pos="867"/>
              </w:tabs>
              <w:rPr>
                <w:rFonts w:ascii="Arial" w:hAnsi="Arial"/>
                <w:b/>
                <w:bCs/>
                <w:sz w:val="18"/>
                <w:szCs w:val="18"/>
              </w:rPr>
            </w:pPr>
            <w:r>
              <w:rPr>
                <w:rFonts w:ascii="Arial" w:hAnsi="Arial" w:cs="Arial"/>
                <w:sz w:val="18"/>
                <w:szCs w:val="18"/>
              </w:rPr>
              <w:t xml:space="preserve">Robert James - Clinical Vascular Scientist </w:t>
            </w:r>
          </w:p>
        </w:tc>
      </w:tr>
    </w:tbl>
    <w:p w:rsidR="00694581" w:rsidRDefault="00694581"/>
    <w:sectPr w:rsidR="00694581" w:rsidSect="00894682">
      <w:headerReference w:type="default" r:id="rId6"/>
      <w:footerReference w:type="default" r:id="rId7"/>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1CD2" w:rsidRDefault="00441CD2">
      <w:r>
        <w:separator/>
      </w:r>
    </w:p>
  </w:endnote>
  <w:endnote w:type="continuationSeparator" w:id="0">
    <w:p w:rsidR="00441CD2" w:rsidRDefault="00441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F4" w:rsidRPr="00314D22" w:rsidRDefault="00D674F4" w:rsidP="00314D22">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1CD2" w:rsidRDefault="00441CD2">
      <w:r>
        <w:separator/>
      </w:r>
    </w:p>
  </w:footnote>
  <w:footnote w:type="continuationSeparator" w:id="0">
    <w:p w:rsidR="00441CD2" w:rsidRDefault="00441C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682" w:rsidRDefault="00951099">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-59690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1CD2"/>
    <w:rsid w:val="00050E18"/>
    <w:rsid w:val="0007640A"/>
    <w:rsid w:val="00082FF5"/>
    <w:rsid w:val="000A3239"/>
    <w:rsid w:val="00106CEB"/>
    <w:rsid w:val="00130125"/>
    <w:rsid w:val="00130D4E"/>
    <w:rsid w:val="001906A2"/>
    <w:rsid w:val="001934F0"/>
    <w:rsid w:val="001C78C7"/>
    <w:rsid w:val="002027E7"/>
    <w:rsid w:val="0020510B"/>
    <w:rsid w:val="00216637"/>
    <w:rsid w:val="002213C3"/>
    <w:rsid w:val="002523B4"/>
    <w:rsid w:val="00252DD3"/>
    <w:rsid w:val="0025571B"/>
    <w:rsid w:val="00267D9C"/>
    <w:rsid w:val="002845F4"/>
    <w:rsid w:val="002C2267"/>
    <w:rsid w:val="002D5608"/>
    <w:rsid w:val="002D614F"/>
    <w:rsid w:val="002F29A9"/>
    <w:rsid w:val="00314D22"/>
    <w:rsid w:val="00317A10"/>
    <w:rsid w:val="00324B94"/>
    <w:rsid w:val="00332965"/>
    <w:rsid w:val="00336AD7"/>
    <w:rsid w:val="003437F9"/>
    <w:rsid w:val="003512C1"/>
    <w:rsid w:val="003A31C2"/>
    <w:rsid w:val="003B7DF9"/>
    <w:rsid w:val="003E544F"/>
    <w:rsid w:val="00400424"/>
    <w:rsid w:val="0041713E"/>
    <w:rsid w:val="0043201F"/>
    <w:rsid w:val="004400FD"/>
    <w:rsid w:val="00441CD2"/>
    <w:rsid w:val="00442229"/>
    <w:rsid w:val="004435E9"/>
    <w:rsid w:val="00443A11"/>
    <w:rsid w:val="00446D9E"/>
    <w:rsid w:val="004479C2"/>
    <w:rsid w:val="004610E0"/>
    <w:rsid w:val="00475D18"/>
    <w:rsid w:val="004932D3"/>
    <w:rsid w:val="004934E7"/>
    <w:rsid w:val="004C6732"/>
    <w:rsid w:val="004F7760"/>
    <w:rsid w:val="005727CF"/>
    <w:rsid w:val="005C796A"/>
    <w:rsid w:val="005E5BC0"/>
    <w:rsid w:val="005F76F8"/>
    <w:rsid w:val="00607FEE"/>
    <w:rsid w:val="00662835"/>
    <w:rsid w:val="00687CAB"/>
    <w:rsid w:val="00694581"/>
    <w:rsid w:val="006A694B"/>
    <w:rsid w:val="007260E6"/>
    <w:rsid w:val="0077506E"/>
    <w:rsid w:val="00781E01"/>
    <w:rsid w:val="00784424"/>
    <w:rsid w:val="007A7B01"/>
    <w:rsid w:val="007C096F"/>
    <w:rsid w:val="00826D31"/>
    <w:rsid w:val="00845175"/>
    <w:rsid w:val="00851A06"/>
    <w:rsid w:val="008527CA"/>
    <w:rsid w:val="00865D92"/>
    <w:rsid w:val="00894682"/>
    <w:rsid w:val="008A123B"/>
    <w:rsid w:val="008B22FA"/>
    <w:rsid w:val="008B5D7F"/>
    <w:rsid w:val="008D344E"/>
    <w:rsid w:val="008D3EDB"/>
    <w:rsid w:val="00911F56"/>
    <w:rsid w:val="00937D9E"/>
    <w:rsid w:val="0094691B"/>
    <w:rsid w:val="00951099"/>
    <w:rsid w:val="009A34D2"/>
    <w:rsid w:val="009A5CA0"/>
    <w:rsid w:val="009C6954"/>
    <w:rsid w:val="009D2BAA"/>
    <w:rsid w:val="00A00D03"/>
    <w:rsid w:val="00A50BBC"/>
    <w:rsid w:val="00A5497F"/>
    <w:rsid w:val="00A625F9"/>
    <w:rsid w:val="00A7491A"/>
    <w:rsid w:val="00AA6449"/>
    <w:rsid w:val="00AB6270"/>
    <w:rsid w:val="00AD21C9"/>
    <w:rsid w:val="00AE30A1"/>
    <w:rsid w:val="00AF27D7"/>
    <w:rsid w:val="00B43A4A"/>
    <w:rsid w:val="00B46ED4"/>
    <w:rsid w:val="00B62A9E"/>
    <w:rsid w:val="00B67AFA"/>
    <w:rsid w:val="00B77F20"/>
    <w:rsid w:val="00B83663"/>
    <w:rsid w:val="00BB2752"/>
    <w:rsid w:val="00BE4B42"/>
    <w:rsid w:val="00C02035"/>
    <w:rsid w:val="00C133B0"/>
    <w:rsid w:val="00C32C3B"/>
    <w:rsid w:val="00C44173"/>
    <w:rsid w:val="00C4581A"/>
    <w:rsid w:val="00C46C3E"/>
    <w:rsid w:val="00C47CD3"/>
    <w:rsid w:val="00C5764B"/>
    <w:rsid w:val="00C84398"/>
    <w:rsid w:val="00C9350C"/>
    <w:rsid w:val="00CC6657"/>
    <w:rsid w:val="00CD7188"/>
    <w:rsid w:val="00D34D9F"/>
    <w:rsid w:val="00D42CEC"/>
    <w:rsid w:val="00D605F8"/>
    <w:rsid w:val="00D674F4"/>
    <w:rsid w:val="00D8115C"/>
    <w:rsid w:val="00D81821"/>
    <w:rsid w:val="00D8557F"/>
    <w:rsid w:val="00DD13FB"/>
    <w:rsid w:val="00E071B6"/>
    <w:rsid w:val="00E21EED"/>
    <w:rsid w:val="00E70784"/>
    <w:rsid w:val="00E75EB3"/>
    <w:rsid w:val="00E96ADB"/>
    <w:rsid w:val="00F14BB1"/>
    <w:rsid w:val="00F34375"/>
    <w:rsid w:val="00F37989"/>
    <w:rsid w:val="00F672C6"/>
    <w:rsid w:val="00FC3506"/>
    <w:rsid w:val="00FC669E"/>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eaeaea"/>
    </o:shapedefaults>
    <o:shapelayout v:ext="edit">
      <o:idmap v:ext="edit" data="1"/>
    </o:shapelayout>
  </w:shapeDefaults>
  <w:decimalSymbol w:val="."/>
  <w:listSeparator w:val=","/>
  <w14:docId w14:val="2AEB690F"/>
  <w15:chartTrackingRefBased/>
  <w15:docId w15:val="{7C2D4FEB-F42E-4BBC-9BFC-31D6E8517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BILATERAL\Bilateral%20Venous%20R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Bilateral Venous RJ</Template>
  <TotalTime>0</TotalTime>
  <Pages>1</Pages>
  <Words>160</Words>
  <Characters>1126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2</cp:revision>
  <cp:lastPrinted>1900-01-01T00:00:00Z</cp:lastPrinted>
  <dcterms:created xsi:type="dcterms:W3CDTF">2020-08-07T09:29:00Z</dcterms:created>
  <dcterms:modified xsi:type="dcterms:W3CDTF">2020-08-07T09:29:00Z</dcterms:modified>
  <cp:category>Patient Report</cp:category>
</cp:coreProperties>
</file>